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C372D" w14:textId="77777777" w:rsidR="006E5D65" w:rsidRPr="00FA4405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FA4405">
        <w:rPr>
          <w:rFonts w:ascii="Times New Roman" w:hAnsi="Times New Roman"/>
          <w:b/>
          <w:bCs/>
        </w:rPr>
        <w:t xml:space="preserve">   </w:t>
      </w:r>
      <w:r w:rsidR="00CD6897" w:rsidRPr="00FA4405">
        <w:rPr>
          <w:rFonts w:ascii="Times New Roman" w:hAnsi="Times New Roman"/>
          <w:b/>
          <w:bCs/>
        </w:rPr>
        <w:tab/>
      </w:r>
      <w:r w:rsidR="00CD6897" w:rsidRPr="00FA4405">
        <w:rPr>
          <w:rFonts w:ascii="Times New Roman" w:hAnsi="Times New Roman"/>
          <w:b/>
          <w:bCs/>
        </w:rPr>
        <w:tab/>
      </w:r>
      <w:r w:rsidR="00CD6897" w:rsidRPr="00FA4405">
        <w:rPr>
          <w:rFonts w:ascii="Times New Roman" w:hAnsi="Times New Roman"/>
          <w:b/>
          <w:bCs/>
        </w:rPr>
        <w:tab/>
      </w:r>
      <w:r w:rsidR="00CD6897" w:rsidRPr="00FA4405">
        <w:rPr>
          <w:rFonts w:ascii="Times New Roman" w:hAnsi="Times New Roman"/>
          <w:b/>
          <w:bCs/>
        </w:rPr>
        <w:tab/>
      </w:r>
      <w:r w:rsidR="00CD6897" w:rsidRPr="00FA4405">
        <w:rPr>
          <w:rFonts w:ascii="Times New Roman" w:hAnsi="Times New Roman"/>
          <w:b/>
          <w:bCs/>
        </w:rPr>
        <w:tab/>
      </w:r>
      <w:r w:rsidR="00CD6897" w:rsidRPr="00FA4405">
        <w:rPr>
          <w:rFonts w:ascii="Times New Roman" w:hAnsi="Times New Roman"/>
          <w:b/>
          <w:bCs/>
        </w:rPr>
        <w:tab/>
      </w:r>
      <w:r w:rsidR="00D8678B" w:rsidRPr="00FA4405">
        <w:rPr>
          <w:rFonts w:ascii="Times New Roman" w:hAnsi="Times New Roman"/>
          <w:bCs/>
          <w:i/>
        </w:rPr>
        <w:t xml:space="preserve">Załącznik nr </w:t>
      </w:r>
      <w:r w:rsidR="006F31E2" w:rsidRPr="00FA4405">
        <w:rPr>
          <w:rFonts w:ascii="Times New Roman" w:hAnsi="Times New Roman"/>
          <w:bCs/>
          <w:i/>
        </w:rPr>
        <w:t>1.5</w:t>
      </w:r>
      <w:r w:rsidR="00D8678B" w:rsidRPr="00FA4405">
        <w:rPr>
          <w:rFonts w:ascii="Times New Roman" w:hAnsi="Times New Roman"/>
          <w:bCs/>
          <w:i/>
        </w:rPr>
        <w:t xml:space="preserve"> do Zarządzenia</w:t>
      </w:r>
      <w:r w:rsidR="002A22BF" w:rsidRPr="00FA4405">
        <w:rPr>
          <w:rFonts w:ascii="Times New Roman" w:hAnsi="Times New Roman"/>
          <w:bCs/>
          <w:i/>
        </w:rPr>
        <w:t xml:space="preserve"> Rektora UR </w:t>
      </w:r>
      <w:r w:rsidR="00CD6897" w:rsidRPr="00FA4405">
        <w:rPr>
          <w:rFonts w:ascii="Times New Roman" w:hAnsi="Times New Roman"/>
          <w:bCs/>
          <w:i/>
        </w:rPr>
        <w:t xml:space="preserve"> nr </w:t>
      </w:r>
      <w:r w:rsidR="00F17567" w:rsidRPr="00FA4405">
        <w:rPr>
          <w:rFonts w:ascii="Times New Roman" w:hAnsi="Times New Roman"/>
          <w:bCs/>
          <w:i/>
        </w:rPr>
        <w:t>12/2019</w:t>
      </w:r>
    </w:p>
    <w:p w14:paraId="370D7943" w14:textId="77777777" w:rsidR="0085747A" w:rsidRPr="00FA4405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FA4405">
        <w:rPr>
          <w:rFonts w:ascii="Times New Roman" w:hAnsi="Times New Roman"/>
          <w:b/>
          <w:smallCaps/>
          <w:sz w:val="24"/>
        </w:rPr>
        <w:t>SYLABUS</w:t>
      </w:r>
    </w:p>
    <w:p w14:paraId="1AF1D6DC" w14:textId="77777777" w:rsidR="0085747A" w:rsidRPr="00FA4405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FA4405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FA4405">
        <w:rPr>
          <w:rFonts w:ascii="Times New Roman" w:hAnsi="Times New Roman"/>
          <w:b/>
          <w:smallCaps/>
          <w:sz w:val="24"/>
        </w:rPr>
        <w:t xml:space="preserve"> </w:t>
      </w:r>
      <w:r w:rsidR="00DA4EBE" w:rsidRPr="00FA4405">
        <w:rPr>
          <w:rFonts w:ascii="Times New Roman" w:hAnsi="Times New Roman"/>
          <w:i/>
          <w:smallCaps/>
          <w:sz w:val="24"/>
        </w:rPr>
        <w:t>2019-2022</w:t>
      </w:r>
    </w:p>
    <w:p w14:paraId="4ACC6F64" w14:textId="368D875F" w:rsidR="0085747A" w:rsidRPr="00FA4405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</w:rPr>
      </w:pPr>
      <w:r w:rsidRPr="00FA4405">
        <w:rPr>
          <w:rFonts w:ascii="Times New Roman" w:hAnsi="Times New Roman"/>
          <w:i/>
        </w:rPr>
        <w:t xml:space="preserve">                                                                                                       </w:t>
      </w:r>
      <w:r w:rsidR="00FA4405">
        <w:rPr>
          <w:rFonts w:ascii="Times New Roman" w:hAnsi="Times New Roman"/>
          <w:i/>
        </w:rPr>
        <w:t xml:space="preserve">  </w:t>
      </w:r>
      <w:r w:rsidR="0085747A" w:rsidRPr="00FA4405">
        <w:rPr>
          <w:rFonts w:ascii="Times New Roman" w:hAnsi="Times New Roman"/>
          <w:i/>
          <w:sz w:val="20"/>
        </w:rPr>
        <w:t>(skrajne daty</w:t>
      </w:r>
      <w:r w:rsidR="0085747A" w:rsidRPr="00FA4405">
        <w:rPr>
          <w:rFonts w:ascii="Times New Roman" w:hAnsi="Times New Roman"/>
          <w:sz w:val="20"/>
        </w:rPr>
        <w:t>)</w:t>
      </w:r>
    </w:p>
    <w:p w14:paraId="1FDA3562" w14:textId="030256C0" w:rsidR="00445970" w:rsidRPr="00FA4405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FA4405">
        <w:rPr>
          <w:rFonts w:ascii="Times New Roman" w:hAnsi="Times New Roman"/>
        </w:rPr>
        <w:tab/>
      </w:r>
      <w:r w:rsidRPr="00FA4405">
        <w:rPr>
          <w:rFonts w:ascii="Times New Roman" w:hAnsi="Times New Roman"/>
        </w:rPr>
        <w:tab/>
      </w:r>
      <w:r w:rsidRPr="00FA4405">
        <w:rPr>
          <w:rFonts w:ascii="Times New Roman" w:hAnsi="Times New Roman"/>
        </w:rPr>
        <w:tab/>
      </w:r>
      <w:r w:rsidRPr="00FA4405">
        <w:rPr>
          <w:rFonts w:ascii="Times New Roman" w:hAnsi="Times New Roman"/>
        </w:rPr>
        <w:tab/>
        <w:t xml:space="preserve">Rok akademicki </w:t>
      </w:r>
      <w:r w:rsidR="00DA4EBE" w:rsidRPr="00FA4405">
        <w:rPr>
          <w:rFonts w:ascii="Times New Roman" w:hAnsi="Times New Roman"/>
        </w:rPr>
        <w:t>20</w:t>
      </w:r>
      <w:r w:rsidR="00FD0A53" w:rsidRPr="00FA4405">
        <w:rPr>
          <w:rFonts w:ascii="Times New Roman" w:hAnsi="Times New Roman"/>
        </w:rPr>
        <w:t>21</w:t>
      </w:r>
      <w:r w:rsidR="00DA4EBE" w:rsidRPr="00FA4405">
        <w:rPr>
          <w:rFonts w:ascii="Times New Roman" w:hAnsi="Times New Roman"/>
        </w:rPr>
        <w:t>/202</w:t>
      </w:r>
      <w:r w:rsidR="00FD0A53" w:rsidRPr="00FA4405">
        <w:rPr>
          <w:rFonts w:ascii="Times New Roman" w:hAnsi="Times New Roman"/>
        </w:rPr>
        <w:t>2</w:t>
      </w:r>
    </w:p>
    <w:p w14:paraId="113EB337" w14:textId="77777777" w:rsidR="0085747A" w:rsidRPr="00FA4405" w:rsidRDefault="0085747A" w:rsidP="009C54AE">
      <w:pPr>
        <w:spacing w:after="0" w:line="240" w:lineRule="auto"/>
        <w:rPr>
          <w:rFonts w:ascii="Times New Roman" w:hAnsi="Times New Roman"/>
        </w:rPr>
      </w:pPr>
    </w:p>
    <w:p w14:paraId="2D6E0AD1" w14:textId="571CA17A" w:rsidR="0085747A" w:rsidRDefault="0085747A" w:rsidP="00FA4405">
      <w:pPr>
        <w:pStyle w:val="Punktygwne"/>
        <w:numPr>
          <w:ilvl w:val="0"/>
          <w:numId w:val="4"/>
        </w:numPr>
        <w:spacing w:before="0" w:after="0"/>
        <w:rPr>
          <w:sz w:val="22"/>
        </w:rPr>
      </w:pPr>
      <w:r w:rsidRPr="00FA4405">
        <w:rPr>
          <w:sz w:val="22"/>
        </w:rPr>
        <w:t xml:space="preserve">Podstawowe </w:t>
      </w:r>
      <w:r w:rsidR="00445970" w:rsidRPr="00FA4405">
        <w:rPr>
          <w:sz w:val="22"/>
        </w:rPr>
        <w:t>informacje o przedmiocie</w:t>
      </w:r>
    </w:p>
    <w:p w14:paraId="63FF6042" w14:textId="77777777" w:rsidR="00FA4405" w:rsidRPr="00FA4405" w:rsidRDefault="00FA4405" w:rsidP="00FA4405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4405" w14:paraId="0FE63FB7" w14:textId="77777777" w:rsidTr="00B819C8">
        <w:tc>
          <w:tcPr>
            <w:tcW w:w="2694" w:type="dxa"/>
            <w:vAlign w:val="center"/>
          </w:tcPr>
          <w:p w14:paraId="71A1B27D" w14:textId="77777777" w:rsidR="0085747A" w:rsidRPr="00FA440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A4405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4958F3" w14:textId="77777777" w:rsidR="0085747A" w:rsidRPr="00FA4405" w:rsidRDefault="00DA7153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FA4405">
              <w:rPr>
                <w:sz w:val="22"/>
              </w:rPr>
              <w:t>Diagnozowanie potrzeb środowiska rodzinnego</w:t>
            </w:r>
          </w:p>
        </w:tc>
      </w:tr>
      <w:tr w:rsidR="0085747A" w:rsidRPr="00FA4405" w14:paraId="17ACE1EC" w14:textId="77777777" w:rsidTr="00B819C8">
        <w:tc>
          <w:tcPr>
            <w:tcW w:w="2694" w:type="dxa"/>
            <w:vAlign w:val="center"/>
          </w:tcPr>
          <w:p w14:paraId="0F27165E" w14:textId="77777777" w:rsidR="0085747A" w:rsidRPr="00FA440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A4405">
              <w:rPr>
                <w:sz w:val="22"/>
                <w:szCs w:val="22"/>
              </w:rPr>
              <w:t>Kod przedmiotu</w:t>
            </w:r>
            <w:r w:rsidR="0085747A" w:rsidRPr="00FA4405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6991C12E" w14:textId="12D832F9" w:rsidR="0085747A" w:rsidRPr="00FA4405" w:rsidRDefault="00FA440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FA4405" w14:paraId="01A14E98" w14:textId="77777777" w:rsidTr="00B819C8">
        <w:tc>
          <w:tcPr>
            <w:tcW w:w="2694" w:type="dxa"/>
            <w:vAlign w:val="center"/>
          </w:tcPr>
          <w:p w14:paraId="5E63D6E6" w14:textId="77777777" w:rsidR="0085747A" w:rsidRPr="00FA4405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FA4405">
              <w:rPr>
                <w:sz w:val="22"/>
                <w:szCs w:val="22"/>
              </w:rPr>
              <w:t>nazwa</w:t>
            </w:r>
            <w:r w:rsidR="00C05F44" w:rsidRPr="00FA4405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38304A" w14:textId="32E251CB" w:rsidR="0085747A" w:rsidRPr="00FA4405" w:rsidRDefault="0012061F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FA4405" w14:paraId="383BE1A5" w14:textId="77777777" w:rsidTr="00B819C8">
        <w:tc>
          <w:tcPr>
            <w:tcW w:w="2694" w:type="dxa"/>
            <w:vAlign w:val="center"/>
          </w:tcPr>
          <w:p w14:paraId="2450CA2E" w14:textId="77777777" w:rsidR="0085747A" w:rsidRPr="00FA440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A4405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68F997" w14:textId="0B0775BB" w:rsidR="0085747A" w:rsidRPr="00FA4405" w:rsidRDefault="004E3E21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FA4405" w14:paraId="48CA0730" w14:textId="77777777" w:rsidTr="00B819C8">
        <w:tc>
          <w:tcPr>
            <w:tcW w:w="2694" w:type="dxa"/>
            <w:vAlign w:val="center"/>
          </w:tcPr>
          <w:p w14:paraId="6C4C598B" w14:textId="77777777" w:rsidR="0085747A" w:rsidRPr="00FA440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A4405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8142B32" w14:textId="77777777" w:rsidR="0085747A" w:rsidRPr="00FA4405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A4405">
              <w:rPr>
                <w:b w:val="0"/>
                <w:sz w:val="22"/>
              </w:rPr>
              <w:t>Nauki o rodzinie</w:t>
            </w:r>
          </w:p>
        </w:tc>
      </w:tr>
      <w:tr w:rsidR="0085747A" w:rsidRPr="00FA4405" w14:paraId="754E826A" w14:textId="77777777" w:rsidTr="00B819C8">
        <w:tc>
          <w:tcPr>
            <w:tcW w:w="2694" w:type="dxa"/>
            <w:vAlign w:val="center"/>
          </w:tcPr>
          <w:p w14:paraId="0982971B" w14:textId="77777777" w:rsidR="0085747A" w:rsidRPr="00FA440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A4405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1EB920A" w14:textId="77777777" w:rsidR="0085747A" w:rsidRPr="00FA4405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A4405">
              <w:rPr>
                <w:b w:val="0"/>
                <w:sz w:val="22"/>
              </w:rPr>
              <w:t>I</w:t>
            </w:r>
          </w:p>
        </w:tc>
      </w:tr>
      <w:tr w:rsidR="0085747A" w:rsidRPr="00FA4405" w14:paraId="5946F893" w14:textId="77777777" w:rsidTr="00B819C8">
        <w:tc>
          <w:tcPr>
            <w:tcW w:w="2694" w:type="dxa"/>
            <w:vAlign w:val="center"/>
          </w:tcPr>
          <w:p w14:paraId="5FEE1537" w14:textId="77777777" w:rsidR="0085747A" w:rsidRPr="00FA440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A4405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4BB0D0CC" w14:textId="77777777" w:rsidR="0085747A" w:rsidRPr="00FA4405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A4405">
              <w:rPr>
                <w:b w:val="0"/>
                <w:sz w:val="22"/>
              </w:rPr>
              <w:t>praktyczny</w:t>
            </w:r>
          </w:p>
        </w:tc>
      </w:tr>
      <w:tr w:rsidR="0085747A" w:rsidRPr="00FA4405" w14:paraId="0244E63A" w14:textId="77777777" w:rsidTr="00B819C8">
        <w:tc>
          <w:tcPr>
            <w:tcW w:w="2694" w:type="dxa"/>
            <w:vAlign w:val="center"/>
          </w:tcPr>
          <w:p w14:paraId="12BB10C6" w14:textId="77777777" w:rsidR="0085747A" w:rsidRPr="00FA440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A4405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D7F2897" w14:textId="77777777" w:rsidR="0085747A" w:rsidRPr="00FA4405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A4405">
              <w:rPr>
                <w:b w:val="0"/>
                <w:sz w:val="22"/>
              </w:rPr>
              <w:t>stacjonarne</w:t>
            </w:r>
          </w:p>
        </w:tc>
      </w:tr>
      <w:tr w:rsidR="0085747A" w:rsidRPr="00FA4405" w14:paraId="77106307" w14:textId="77777777" w:rsidTr="00B819C8">
        <w:tc>
          <w:tcPr>
            <w:tcW w:w="2694" w:type="dxa"/>
            <w:vAlign w:val="center"/>
          </w:tcPr>
          <w:p w14:paraId="2840E97B" w14:textId="77777777" w:rsidR="0085747A" w:rsidRPr="00FA440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A4405">
              <w:rPr>
                <w:sz w:val="22"/>
                <w:szCs w:val="22"/>
              </w:rPr>
              <w:t>Rok i semestr</w:t>
            </w:r>
            <w:r w:rsidR="0030395F" w:rsidRPr="00FA4405">
              <w:rPr>
                <w:sz w:val="22"/>
                <w:szCs w:val="22"/>
              </w:rPr>
              <w:t>/y</w:t>
            </w:r>
            <w:r w:rsidRPr="00FA4405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D49E62E" w14:textId="77777777" w:rsidR="0085747A" w:rsidRPr="00FA4405" w:rsidRDefault="00425FCB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A4405">
              <w:rPr>
                <w:b w:val="0"/>
                <w:sz w:val="22"/>
              </w:rPr>
              <w:t>Rok 3, semestr 5, 6</w:t>
            </w:r>
          </w:p>
        </w:tc>
      </w:tr>
      <w:tr w:rsidR="0085747A" w:rsidRPr="00FA4405" w14:paraId="76F79EEC" w14:textId="77777777" w:rsidTr="00B819C8">
        <w:tc>
          <w:tcPr>
            <w:tcW w:w="2694" w:type="dxa"/>
            <w:vAlign w:val="center"/>
          </w:tcPr>
          <w:p w14:paraId="4AB3E819" w14:textId="77777777" w:rsidR="0085747A" w:rsidRPr="00FA440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A4405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DBD7ED" w14:textId="77777777" w:rsidR="0085747A" w:rsidRPr="00FA4405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A4405">
              <w:rPr>
                <w:b w:val="0"/>
                <w:sz w:val="22"/>
              </w:rPr>
              <w:t>Przedmioty</w:t>
            </w:r>
            <w:r w:rsidR="00CA773C" w:rsidRPr="00FA4405">
              <w:rPr>
                <w:b w:val="0"/>
                <w:sz w:val="22"/>
              </w:rPr>
              <w:t xml:space="preserve"> </w:t>
            </w:r>
            <w:r w:rsidR="00BA0A36" w:rsidRPr="00FA4405">
              <w:rPr>
                <w:b w:val="0"/>
                <w:sz w:val="22"/>
              </w:rPr>
              <w:t xml:space="preserve">specjalnościowe, sp. Asystent </w:t>
            </w:r>
            <w:r w:rsidR="0053458D" w:rsidRPr="00FA4405">
              <w:rPr>
                <w:b w:val="0"/>
                <w:sz w:val="22"/>
              </w:rPr>
              <w:t>rodziny</w:t>
            </w:r>
          </w:p>
        </w:tc>
      </w:tr>
      <w:tr w:rsidR="00923D7D" w:rsidRPr="00FA4405" w14:paraId="5200A2BE" w14:textId="77777777" w:rsidTr="00B819C8">
        <w:tc>
          <w:tcPr>
            <w:tcW w:w="2694" w:type="dxa"/>
            <w:vAlign w:val="center"/>
          </w:tcPr>
          <w:p w14:paraId="1498BF72" w14:textId="77777777" w:rsidR="00923D7D" w:rsidRPr="00FA440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A4405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F527B2" w14:textId="77777777" w:rsidR="00923D7D" w:rsidRPr="00FA4405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A4405">
              <w:rPr>
                <w:b w:val="0"/>
                <w:sz w:val="22"/>
              </w:rPr>
              <w:t>polski</w:t>
            </w:r>
          </w:p>
        </w:tc>
      </w:tr>
      <w:tr w:rsidR="0085747A" w:rsidRPr="00FA4405" w14:paraId="4A76C32D" w14:textId="77777777" w:rsidTr="00B819C8">
        <w:tc>
          <w:tcPr>
            <w:tcW w:w="2694" w:type="dxa"/>
            <w:vAlign w:val="center"/>
          </w:tcPr>
          <w:p w14:paraId="7D702D02" w14:textId="77777777" w:rsidR="0085747A" w:rsidRPr="00FA440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A4405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7BABB3" w14:textId="77777777" w:rsidR="0085747A" w:rsidRPr="00FA4405" w:rsidRDefault="00B813C2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A4405">
              <w:rPr>
                <w:b w:val="0"/>
                <w:sz w:val="22"/>
              </w:rPr>
              <w:t xml:space="preserve">Dr </w:t>
            </w:r>
            <w:r w:rsidR="00BE0655" w:rsidRPr="00FA4405">
              <w:rPr>
                <w:b w:val="0"/>
                <w:sz w:val="22"/>
              </w:rPr>
              <w:t>Danuta Ochojska</w:t>
            </w:r>
          </w:p>
        </w:tc>
      </w:tr>
      <w:tr w:rsidR="0085747A" w:rsidRPr="00FA4405" w14:paraId="0B2A4F6B" w14:textId="77777777" w:rsidTr="00B819C8">
        <w:tc>
          <w:tcPr>
            <w:tcW w:w="2694" w:type="dxa"/>
            <w:vAlign w:val="center"/>
          </w:tcPr>
          <w:p w14:paraId="492A6452" w14:textId="77777777" w:rsidR="0085747A" w:rsidRPr="00FA440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A4405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5788DC" w14:textId="16A137EB" w:rsidR="0085747A" w:rsidRPr="00FA4405" w:rsidRDefault="00FA440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Zgodnie z przydziałem czynności w danym roku akademickim</w:t>
            </w:r>
          </w:p>
        </w:tc>
      </w:tr>
    </w:tbl>
    <w:p w14:paraId="71357A22" w14:textId="77777777" w:rsidR="0085747A" w:rsidRPr="00FA4405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FA4405">
        <w:rPr>
          <w:szCs w:val="22"/>
        </w:rPr>
        <w:t xml:space="preserve">* </w:t>
      </w:r>
      <w:r w:rsidRPr="00FA4405">
        <w:rPr>
          <w:i/>
          <w:szCs w:val="22"/>
        </w:rPr>
        <w:t>-</w:t>
      </w:r>
      <w:r w:rsidR="00B90885" w:rsidRPr="00FA4405">
        <w:rPr>
          <w:b w:val="0"/>
          <w:i/>
          <w:szCs w:val="22"/>
        </w:rPr>
        <w:t>opcjonalni</w:t>
      </w:r>
      <w:r w:rsidR="00B90885" w:rsidRPr="00FA4405">
        <w:rPr>
          <w:b w:val="0"/>
          <w:szCs w:val="22"/>
        </w:rPr>
        <w:t>e,</w:t>
      </w:r>
      <w:r w:rsidRPr="00FA4405">
        <w:rPr>
          <w:i/>
          <w:szCs w:val="22"/>
        </w:rPr>
        <w:t xml:space="preserve"> </w:t>
      </w:r>
      <w:r w:rsidRPr="00FA4405">
        <w:rPr>
          <w:b w:val="0"/>
          <w:i/>
          <w:szCs w:val="22"/>
        </w:rPr>
        <w:t xml:space="preserve">zgodnie z ustaleniami </w:t>
      </w:r>
      <w:r w:rsidR="00B90885" w:rsidRPr="00FA4405">
        <w:rPr>
          <w:b w:val="0"/>
          <w:i/>
          <w:szCs w:val="22"/>
        </w:rPr>
        <w:t>w Jednostce</w:t>
      </w:r>
    </w:p>
    <w:p w14:paraId="2B9B6862" w14:textId="77777777" w:rsidR="00923D7D" w:rsidRPr="00FA4405" w:rsidRDefault="00923D7D" w:rsidP="009C54AE">
      <w:pPr>
        <w:pStyle w:val="Podpunkty"/>
        <w:ind w:left="0"/>
        <w:rPr>
          <w:szCs w:val="22"/>
        </w:rPr>
      </w:pPr>
    </w:p>
    <w:p w14:paraId="04003F29" w14:textId="77777777" w:rsidR="0085747A" w:rsidRPr="00FA4405" w:rsidRDefault="0085747A" w:rsidP="009C54AE">
      <w:pPr>
        <w:pStyle w:val="Podpunkty"/>
        <w:ind w:left="284"/>
        <w:rPr>
          <w:szCs w:val="22"/>
        </w:rPr>
      </w:pPr>
      <w:r w:rsidRPr="00FA4405">
        <w:rPr>
          <w:szCs w:val="22"/>
        </w:rPr>
        <w:t>1.</w:t>
      </w:r>
      <w:r w:rsidR="00E22FBC" w:rsidRPr="00FA4405">
        <w:rPr>
          <w:szCs w:val="22"/>
        </w:rPr>
        <w:t>1</w:t>
      </w:r>
      <w:r w:rsidRPr="00FA4405">
        <w:rPr>
          <w:szCs w:val="22"/>
        </w:rPr>
        <w:t xml:space="preserve">.Formy zajęć dydaktycznych, wymiar godzin i punktów ECTS </w:t>
      </w:r>
    </w:p>
    <w:p w14:paraId="1883CD48" w14:textId="77777777" w:rsidR="00923D7D" w:rsidRPr="00FA4405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511"/>
      </w:tblGrid>
      <w:tr w:rsidR="00015B8F" w:rsidRPr="00FA4405" w14:paraId="0B9E7433" w14:textId="77777777" w:rsidTr="00FA440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6FE47" w14:textId="77777777" w:rsidR="00015B8F" w:rsidRPr="00FA4405" w:rsidRDefault="00015B8F" w:rsidP="00FA4405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FA4405">
              <w:rPr>
                <w:sz w:val="22"/>
              </w:rPr>
              <w:t>Semestr</w:t>
            </w:r>
          </w:p>
          <w:p w14:paraId="7135A954" w14:textId="77777777" w:rsidR="00015B8F" w:rsidRPr="00FA4405" w:rsidRDefault="002B5EA0" w:rsidP="00FA4405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FA4405">
              <w:rPr>
                <w:sz w:val="22"/>
              </w:rPr>
              <w:t>(</w:t>
            </w:r>
            <w:r w:rsidR="00363F78" w:rsidRPr="00FA4405">
              <w:rPr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DFCEB" w14:textId="77777777" w:rsidR="00015B8F" w:rsidRPr="00FA4405" w:rsidRDefault="00015B8F" w:rsidP="00FA4405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FA4405">
              <w:rPr>
                <w:sz w:val="22"/>
              </w:rPr>
              <w:t>Wykł</w:t>
            </w:r>
            <w:proofErr w:type="spellEnd"/>
            <w:r w:rsidRPr="00FA4405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C9185" w14:textId="77777777" w:rsidR="00015B8F" w:rsidRPr="00FA4405" w:rsidRDefault="00015B8F" w:rsidP="00FA4405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FA4405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78676" w14:textId="77777777" w:rsidR="00015B8F" w:rsidRPr="00FA4405" w:rsidRDefault="00015B8F" w:rsidP="00FA4405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FA4405">
              <w:rPr>
                <w:sz w:val="22"/>
              </w:rPr>
              <w:t>Konw</w:t>
            </w:r>
            <w:proofErr w:type="spellEnd"/>
            <w:r w:rsidRPr="00FA4405">
              <w:rPr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E5353" w14:textId="77777777" w:rsidR="00015B8F" w:rsidRPr="00FA4405" w:rsidRDefault="00015B8F" w:rsidP="00FA4405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FA4405">
              <w:rPr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F9E07" w14:textId="77777777" w:rsidR="00015B8F" w:rsidRPr="00FA4405" w:rsidRDefault="00015B8F" w:rsidP="00FA4405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FA4405">
              <w:rPr>
                <w:sz w:val="22"/>
              </w:rPr>
              <w:t>Sem</w:t>
            </w:r>
            <w:proofErr w:type="spellEnd"/>
            <w:r w:rsidRPr="00FA4405">
              <w:rPr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E2438" w14:textId="77777777" w:rsidR="00015B8F" w:rsidRPr="00FA4405" w:rsidRDefault="00015B8F" w:rsidP="00FA4405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FA4405">
              <w:rPr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06298" w14:textId="77777777" w:rsidR="00015B8F" w:rsidRPr="00FA4405" w:rsidRDefault="00015B8F" w:rsidP="00FA4405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FA4405">
              <w:rPr>
                <w:sz w:val="22"/>
              </w:rPr>
              <w:t>Prakt</w:t>
            </w:r>
            <w:proofErr w:type="spellEnd"/>
            <w:r w:rsidRPr="00FA4405">
              <w:rPr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335E4" w14:textId="77777777" w:rsidR="00015B8F" w:rsidRPr="00FA4405" w:rsidRDefault="00015B8F" w:rsidP="00FA4405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FA4405">
              <w:rPr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7290C" w14:textId="77777777" w:rsidR="00015B8F" w:rsidRPr="00FA4405" w:rsidRDefault="00015B8F" w:rsidP="00FA4405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FA4405">
              <w:rPr>
                <w:b/>
                <w:sz w:val="22"/>
              </w:rPr>
              <w:t>Liczba pkt</w:t>
            </w:r>
            <w:r w:rsidR="00B90885" w:rsidRPr="00FA4405">
              <w:rPr>
                <w:b/>
                <w:sz w:val="22"/>
              </w:rPr>
              <w:t>.</w:t>
            </w:r>
            <w:r w:rsidRPr="00FA4405">
              <w:rPr>
                <w:b/>
                <w:sz w:val="22"/>
              </w:rPr>
              <w:t xml:space="preserve"> ECTS</w:t>
            </w:r>
          </w:p>
        </w:tc>
      </w:tr>
      <w:tr w:rsidR="00015B8F" w:rsidRPr="00FA4405" w14:paraId="385A006A" w14:textId="77777777" w:rsidTr="00FA440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7CE7" w14:textId="77777777" w:rsidR="00015B8F" w:rsidRPr="00FA4405" w:rsidRDefault="00425FCB" w:rsidP="00FA4405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FA4405">
              <w:rPr>
                <w:sz w:val="22"/>
                <w:szCs w:val="22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827C" w14:textId="77777777" w:rsidR="00015B8F" w:rsidRPr="00FA4405" w:rsidRDefault="00425FCB" w:rsidP="00FA4405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FA4405">
              <w:rPr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9D5A" w14:textId="77777777" w:rsidR="00015B8F" w:rsidRPr="00FA4405" w:rsidRDefault="00425FCB" w:rsidP="00FA4405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FA4405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3320E" w14:textId="77777777" w:rsidR="00015B8F" w:rsidRPr="00FA4405" w:rsidRDefault="00015B8F" w:rsidP="00FA440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0AF1" w14:textId="77777777" w:rsidR="00015B8F" w:rsidRPr="00FA4405" w:rsidRDefault="00015B8F" w:rsidP="00FA440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A0CE" w14:textId="77777777" w:rsidR="00015B8F" w:rsidRPr="00FA4405" w:rsidRDefault="00015B8F" w:rsidP="00FA440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9F632" w14:textId="77777777" w:rsidR="00015B8F" w:rsidRPr="00FA4405" w:rsidRDefault="00015B8F" w:rsidP="00FA440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6C3A3" w14:textId="77777777" w:rsidR="00015B8F" w:rsidRPr="00FA4405" w:rsidRDefault="00015B8F" w:rsidP="00FA440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3E93" w14:textId="77777777" w:rsidR="00015B8F" w:rsidRPr="00FA4405" w:rsidRDefault="00015B8F" w:rsidP="00FA440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958A2" w14:textId="77777777" w:rsidR="00015B8F" w:rsidRPr="00FA4405" w:rsidRDefault="00425FCB" w:rsidP="00FA4405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FA4405">
              <w:rPr>
                <w:b/>
                <w:sz w:val="22"/>
                <w:szCs w:val="22"/>
              </w:rPr>
              <w:t>2</w:t>
            </w:r>
          </w:p>
        </w:tc>
      </w:tr>
      <w:tr w:rsidR="0030395F" w:rsidRPr="00FA4405" w14:paraId="65602D07" w14:textId="77777777" w:rsidTr="00FA440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EB9DF" w14:textId="77777777" w:rsidR="0030395F" w:rsidRPr="00FA4405" w:rsidRDefault="00425FCB" w:rsidP="00FA4405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FA4405">
              <w:rPr>
                <w:sz w:val="22"/>
                <w:szCs w:val="22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D9845" w14:textId="77777777" w:rsidR="0030395F" w:rsidRPr="00FA4405" w:rsidRDefault="0030395F" w:rsidP="00FA440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77D6F" w14:textId="77777777" w:rsidR="0030395F" w:rsidRPr="00FA4405" w:rsidRDefault="00425FCB" w:rsidP="00FA4405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FA4405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3FA86" w14:textId="77777777" w:rsidR="0030395F" w:rsidRPr="00FA4405" w:rsidRDefault="0030395F" w:rsidP="00FA440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E8913" w14:textId="77777777" w:rsidR="0030395F" w:rsidRPr="00FA4405" w:rsidRDefault="0030395F" w:rsidP="00FA440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5FB0" w14:textId="77777777" w:rsidR="0030395F" w:rsidRPr="00FA4405" w:rsidRDefault="0030395F" w:rsidP="00FA440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CF35" w14:textId="77777777" w:rsidR="0030395F" w:rsidRPr="00FA4405" w:rsidRDefault="0030395F" w:rsidP="00FA440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1039" w14:textId="77777777" w:rsidR="0030395F" w:rsidRPr="00FA4405" w:rsidRDefault="0030395F" w:rsidP="00FA440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9512B" w14:textId="77777777" w:rsidR="0030395F" w:rsidRPr="00FA4405" w:rsidRDefault="0030395F" w:rsidP="00FA440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BF21" w14:textId="77777777" w:rsidR="0030395F" w:rsidRPr="00FA4405" w:rsidRDefault="00425FCB" w:rsidP="00FA4405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FA4405">
              <w:rPr>
                <w:b/>
                <w:sz w:val="22"/>
                <w:szCs w:val="22"/>
              </w:rPr>
              <w:t>3</w:t>
            </w:r>
          </w:p>
        </w:tc>
      </w:tr>
    </w:tbl>
    <w:p w14:paraId="35AC4FCB" w14:textId="77777777" w:rsidR="00923D7D" w:rsidRPr="00FA4405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14:paraId="2E7DE7F4" w14:textId="77777777" w:rsidR="00923D7D" w:rsidRPr="00FA4405" w:rsidRDefault="00923D7D" w:rsidP="009C54AE">
      <w:pPr>
        <w:pStyle w:val="Podpunkty"/>
        <w:rPr>
          <w:b w:val="0"/>
          <w:szCs w:val="22"/>
          <w:lang w:eastAsia="en-US"/>
        </w:rPr>
      </w:pPr>
    </w:p>
    <w:p w14:paraId="2F3840E0" w14:textId="77777777" w:rsidR="0085747A" w:rsidRPr="00FA440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FA4405">
        <w:rPr>
          <w:smallCaps w:val="0"/>
          <w:sz w:val="22"/>
        </w:rPr>
        <w:t>1.</w:t>
      </w:r>
      <w:r w:rsidR="00E22FBC" w:rsidRPr="00FA4405">
        <w:rPr>
          <w:smallCaps w:val="0"/>
          <w:sz w:val="22"/>
        </w:rPr>
        <w:t>2</w:t>
      </w:r>
      <w:r w:rsidR="00F83B28" w:rsidRPr="00FA4405">
        <w:rPr>
          <w:smallCaps w:val="0"/>
          <w:sz w:val="22"/>
        </w:rPr>
        <w:t>.</w:t>
      </w:r>
      <w:r w:rsidR="00F83B28" w:rsidRPr="00FA4405">
        <w:rPr>
          <w:smallCaps w:val="0"/>
          <w:sz w:val="22"/>
        </w:rPr>
        <w:tab/>
      </w:r>
      <w:r w:rsidRPr="00FA4405">
        <w:rPr>
          <w:smallCaps w:val="0"/>
          <w:sz w:val="22"/>
        </w:rPr>
        <w:t xml:space="preserve">Sposób realizacji zajęć  </w:t>
      </w:r>
    </w:p>
    <w:p w14:paraId="6F129E60" w14:textId="77777777" w:rsidR="00FA4405" w:rsidRDefault="00FA4405" w:rsidP="00F83B28">
      <w:pPr>
        <w:pStyle w:val="Punktygwne"/>
        <w:spacing w:before="0" w:after="0"/>
        <w:ind w:left="709"/>
        <w:rPr>
          <w:rFonts w:eastAsia="MS Gothic"/>
          <w:b w:val="0"/>
          <w:sz w:val="22"/>
          <w:u w:val="single"/>
        </w:rPr>
      </w:pPr>
    </w:p>
    <w:p w14:paraId="1C1DA4EC" w14:textId="41EAFDAD" w:rsidR="0085747A" w:rsidRPr="00FA4405" w:rsidRDefault="001B6709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FA4405">
        <w:rPr>
          <w:rFonts w:eastAsia="MS Gothic"/>
          <w:b w:val="0"/>
          <w:sz w:val="22"/>
          <w:u w:val="single"/>
        </w:rPr>
        <w:t>X</w:t>
      </w:r>
      <w:r w:rsidR="0085747A" w:rsidRPr="00FA4405">
        <w:rPr>
          <w:b w:val="0"/>
          <w:smallCaps w:val="0"/>
          <w:sz w:val="22"/>
          <w:u w:val="single"/>
        </w:rPr>
        <w:t xml:space="preserve"> zajęcia w formie tradycyjnej </w:t>
      </w:r>
    </w:p>
    <w:p w14:paraId="384CB984" w14:textId="77777777" w:rsidR="0085747A" w:rsidRPr="00FA4405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FA4405">
        <w:rPr>
          <w:rFonts w:ascii="Segoe UI Symbol" w:eastAsia="MS Gothic" w:hAnsi="Segoe UI Symbol" w:cs="Segoe UI Symbol"/>
          <w:b w:val="0"/>
          <w:sz w:val="22"/>
        </w:rPr>
        <w:t>☐</w:t>
      </w:r>
      <w:r w:rsidRPr="00FA4405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14:paraId="7275D73D" w14:textId="77777777" w:rsidR="0085747A" w:rsidRPr="00FA4405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14:paraId="02098C9C" w14:textId="12E9E00D" w:rsidR="009C54AE" w:rsidRPr="00FA4405" w:rsidRDefault="00E22FBC" w:rsidP="001B6709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z w:val="22"/>
        </w:rPr>
      </w:pPr>
      <w:r w:rsidRPr="00FA4405">
        <w:rPr>
          <w:smallCaps w:val="0"/>
          <w:sz w:val="22"/>
        </w:rPr>
        <w:t xml:space="preserve">1.3 </w:t>
      </w:r>
      <w:r w:rsidR="00F83B28" w:rsidRPr="00FA4405">
        <w:rPr>
          <w:smallCaps w:val="0"/>
          <w:sz w:val="22"/>
        </w:rPr>
        <w:tab/>
      </w:r>
      <w:r w:rsidRPr="00FA4405">
        <w:rPr>
          <w:smallCaps w:val="0"/>
          <w:sz w:val="22"/>
        </w:rPr>
        <w:t>For</w:t>
      </w:r>
      <w:r w:rsidR="00445970" w:rsidRPr="00FA4405">
        <w:rPr>
          <w:smallCaps w:val="0"/>
          <w:sz w:val="22"/>
        </w:rPr>
        <w:t xml:space="preserve">ma zaliczenia przedmiotu </w:t>
      </w:r>
      <w:r w:rsidRPr="00FA4405">
        <w:rPr>
          <w:smallCaps w:val="0"/>
          <w:sz w:val="22"/>
        </w:rPr>
        <w:t xml:space="preserve"> (z toku) </w:t>
      </w:r>
    </w:p>
    <w:p w14:paraId="59FBE164" w14:textId="77777777" w:rsidR="00FA4405" w:rsidRDefault="00FA4405" w:rsidP="001B6709">
      <w:pPr>
        <w:pStyle w:val="Bezodstpw"/>
        <w:rPr>
          <w:rFonts w:ascii="Times New Roman" w:hAnsi="Times New Roman"/>
        </w:rPr>
      </w:pPr>
    </w:p>
    <w:p w14:paraId="0C175981" w14:textId="3852C27C" w:rsidR="00112758" w:rsidRPr="00FA4405" w:rsidRDefault="00112758" w:rsidP="00FA4405">
      <w:pPr>
        <w:pStyle w:val="Bezodstpw"/>
        <w:ind w:left="708"/>
        <w:rPr>
          <w:rFonts w:ascii="Times New Roman" w:hAnsi="Times New Roman"/>
          <w:smallCaps/>
        </w:rPr>
      </w:pPr>
      <w:r w:rsidRPr="00FA4405">
        <w:rPr>
          <w:rFonts w:ascii="Times New Roman" w:hAnsi="Times New Roman"/>
        </w:rPr>
        <w:t xml:space="preserve">EGZAMIN USTNY, ZALICZENIE WYKŁADU BEZ OCENY, ZALICZENIE ĆWICZEŃ Z OCENĄ, </w:t>
      </w:r>
      <w:r w:rsidR="001B6709" w:rsidRPr="00FA4405">
        <w:rPr>
          <w:rFonts w:ascii="Times New Roman" w:hAnsi="Times New Roman"/>
        </w:rPr>
        <w:t>PRACA PROJEKTOWA</w:t>
      </w:r>
    </w:p>
    <w:p w14:paraId="4363E6C8" w14:textId="77777777" w:rsidR="00E960BB" w:rsidRPr="00FA4405" w:rsidRDefault="00E960BB" w:rsidP="009C54AE">
      <w:pPr>
        <w:pStyle w:val="Punktygwne"/>
        <w:spacing w:before="0" w:after="0"/>
        <w:rPr>
          <w:b w:val="0"/>
          <w:sz w:val="22"/>
        </w:rPr>
      </w:pPr>
    </w:p>
    <w:p w14:paraId="6A9963A4" w14:textId="2F02AB12" w:rsidR="00E960BB" w:rsidRDefault="0085747A" w:rsidP="009C54AE">
      <w:pPr>
        <w:pStyle w:val="Punktygwne"/>
        <w:spacing w:before="0" w:after="0"/>
        <w:rPr>
          <w:sz w:val="22"/>
        </w:rPr>
      </w:pPr>
      <w:r w:rsidRPr="00FA4405">
        <w:rPr>
          <w:sz w:val="22"/>
        </w:rPr>
        <w:t xml:space="preserve">2.Wymagania wstępne </w:t>
      </w:r>
    </w:p>
    <w:p w14:paraId="1469A10A" w14:textId="77777777" w:rsidR="00FA4405" w:rsidRPr="00FA4405" w:rsidRDefault="00FA4405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4405" w14:paraId="04327B09" w14:textId="77777777" w:rsidTr="00745302">
        <w:tc>
          <w:tcPr>
            <w:tcW w:w="9670" w:type="dxa"/>
          </w:tcPr>
          <w:p w14:paraId="593FEB4B" w14:textId="3353CBC2" w:rsidR="0085747A" w:rsidRPr="00FA4405" w:rsidRDefault="00777E91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FA4405">
              <w:rPr>
                <w:b w:val="0"/>
                <w:smallCaps w:val="0"/>
                <w:color w:val="000000"/>
                <w:sz w:val="22"/>
              </w:rPr>
              <w:t>Podstawowa wiedza z zakresu funkcjonowania rodziny.</w:t>
            </w:r>
          </w:p>
        </w:tc>
      </w:tr>
    </w:tbl>
    <w:p w14:paraId="1FA6B321" w14:textId="77777777" w:rsidR="00153C41" w:rsidRPr="00FA4405" w:rsidRDefault="00153C41" w:rsidP="009C54AE">
      <w:pPr>
        <w:pStyle w:val="Punktygwne"/>
        <w:spacing w:before="0" w:after="0"/>
        <w:rPr>
          <w:sz w:val="22"/>
        </w:rPr>
      </w:pPr>
    </w:p>
    <w:p w14:paraId="5932CEEE" w14:textId="30BCA420" w:rsidR="0085747A" w:rsidRPr="00FA4405" w:rsidRDefault="00FA4405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FA4405">
        <w:rPr>
          <w:sz w:val="22"/>
        </w:rPr>
        <w:lastRenderedPageBreak/>
        <w:t>3.</w:t>
      </w:r>
      <w:r w:rsidR="0085747A" w:rsidRPr="00FA4405">
        <w:rPr>
          <w:sz w:val="22"/>
        </w:rPr>
        <w:t xml:space="preserve"> </w:t>
      </w:r>
      <w:r w:rsidR="00A84C85" w:rsidRPr="00FA4405">
        <w:rPr>
          <w:sz w:val="22"/>
        </w:rPr>
        <w:t>cele, efekty uczenia się</w:t>
      </w:r>
      <w:r w:rsidR="0085747A" w:rsidRPr="00FA4405">
        <w:rPr>
          <w:sz w:val="22"/>
        </w:rPr>
        <w:t xml:space="preserve"> , treści Programowe i stosowane metody Dydaktyczne</w:t>
      </w:r>
    </w:p>
    <w:p w14:paraId="0D39676A" w14:textId="77777777" w:rsidR="0085747A" w:rsidRPr="00FA4405" w:rsidRDefault="0085747A" w:rsidP="009C54AE">
      <w:pPr>
        <w:pStyle w:val="Punktygwne"/>
        <w:spacing w:before="0" w:after="0"/>
        <w:rPr>
          <w:sz w:val="22"/>
        </w:rPr>
      </w:pPr>
    </w:p>
    <w:p w14:paraId="6E411703" w14:textId="77777777" w:rsidR="0085747A" w:rsidRPr="00FA4405" w:rsidRDefault="0071620A" w:rsidP="009C54AE">
      <w:pPr>
        <w:pStyle w:val="Podpunkty"/>
        <w:rPr>
          <w:szCs w:val="22"/>
        </w:rPr>
      </w:pPr>
      <w:r w:rsidRPr="00FA4405">
        <w:rPr>
          <w:szCs w:val="22"/>
        </w:rPr>
        <w:t xml:space="preserve">3.1 </w:t>
      </w:r>
      <w:r w:rsidR="00C05F44" w:rsidRPr="00FA4405">
        <w:rPr>
          <w:szCs w:val="22"/>
        </w:rPr>
        <w:t>Cele przedmiotu</w:t>
      </w:r>
    </w:p>
    <w:p w14:paraId="521CAF32" w14:textId="77777777" w:rsidR="00F83B28" w:rsidRPr="00FA4405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268B1" w:rsidRPr="00FA4405" w14:paraId="2502D6EB" w14:textId="77777777" w:rsidTr="00E268B1">
        <w:tc>
          <w:tcPr>
            <w:tcW w:w="845" w:type="dxa"/>
            <w:vAlign w:val="center"/>
          </w:tcPr>
          <w:p w14:paraId="3179FA97" w14:textId="77777777" w:rsidR="00E268B1" w:rsidRPr="00FA4405" w:rsidRDefault="00E268B1" w:rsidP="00112758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FA4405">
              <w:rPr>
                <w:b w:val="0"/>
                <w:szCs w:val="22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22445D8" w14:textId="125C8599" w:rsidR="00E268B1" w:rsidRPr="00FA4405" w:rsidRDefault="001B6709" w:rsidP="00112758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FA4405">
              <w:rPr>
                <w:b w:val="0"/>
                <w:szCs w:val="22"/>
              </w:rPr>
              <w:t xml:space="preserve">Zapoznanie studentów z podstawowymi zasadami  </w:t>
            </w:r>
            <w:r w:rsidR="00E268B1" w:rsidRPr="00FA4405">
              <w:rPr>
                <w:b w:val="0"/>
                <w:szCs w:val="22"/>
              </w:rPr>
              <w:t xml:space="preserve"> diagnozy psychologiczno-pedagogicznej </w:t>
            </w:r>
          </w:p>
        </w:tc>
      </w:tr>
      <w:tr w:rsidR="00E268B1" w:rsidRPr="00FA4405" w14:paraId="02939D8D" w14:textId="77777777" w:rsidTr="00E268B1">
        <w:tc>
          <w:tcPr>
            <w:tcW w:w="845" w:type="dxa"/>
            <w:vAlign w:val="center"/>
          </w:tcPr>
          <w:p w14:paraId="78FBC4CB" w14:textId="5B4EE9A3" w:rsidR="00E268B1" w:rsidRPr="00FA4405" w:rsidRDefault="00E268B1" w:rsidP="00112758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FA4405">
              <w:rPr>
                <w:sz w:val="22"/>
                <w:szCs w:val="22"/>
              </w:rPr>
              <w:t>C2</w:t>
            </w:r>
          </w:p>
        </w:tc>
        <w:tc>
          <w:tcPr>
            <w:tcW w:w="8675" w:type="dxa"/>
            <w:vAlign w:val="center"/>
          </w:tcPr>
          <w:p w14:paraId="0482C7DF" w14:textId="206C8460" w:rsidR="00E268B1" w:rsidRPr="00FA4405" w:rsidRDefault="00E268B1" w:rsidP="00112758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FA4405">
              <w:rPr>
                <w:b w:val="0"/>
                <w:szCs w:val="22"/>
              </w:rPr>
              <w:t>Rozw</w:t>
            </w:r>
            <w:r w:rsidR="001B6709" w:rsidRPr="00FA4405">
              <w:rPr>
                <w:b w:val="0"/>
                <w:szCs w:val="22"/>
              </w:rPr>
              <w:t>inięcie</w:t>
            </w:r>
            <w:r w:rsidRPr="00FA4405">
              <w:rPr>
                <w:b w:val="0"/>
                <w:szCs w:val="22"/>
              </w:rPr>
              <w:t xml:space="preserve"> umiejętności </w:t>
            </w:r>
            <w:r w:rsidR="00D737CF" w:rsidRPr="00FA4405">
              <w:rPr>
                <w:b w:val="0"/>
                <w:szCs w:val="22"/>
              </w:rPr>
              <w:t>w zakresie rozpoznawania potrzeb rodziny</w:t>
            </w:r>
            <w:r w:rsidR="00702E55" w:rsidRPr="00FA4405">
              <w:rPr>
                <w:b w:val="0"/>
                <w:szCs w:val="22"/>
              </w:rPr>
              <w:t xml:space="preserve"> i</w:t>
            </w:r>
            <w:r w:rsidR="00D737CF" w:rsidRPr="00FA4405">
              <w:rPr>
                <w:b w:val="0"/>
                <w:szCs w:val="22"/>
              </w:rPr>
              <w:t xml:space="preserve"> tworzenia efektywnych interakcji w celu  udziel</w:t>
            </w:r>
            <w:r w:rsidR="00702E55" w:rsidRPr="00FA4405">
              <w:rPr>
                <w:b w:val="0"/>
                <w:szCs w:val="22"/>
              </w:rPr>
              <w:t>e</w:t>
            </w:r>
            <w:r w:rsidR="00D737CF" w:rsidRPr="00FA4405">
              <w:rPr>
                <w:b w:val="0"/>
                <w:szCs w:val="22"/>
              </w:rPr>
              <w:t>nia wsparcia</w:t>
            </w:r>
          </w:p>
        </w:tc>
      </w:tr>
      <w:tr w:rsidR="00E268B1" w:rsidRPr="00FA4405" w14:paraId="0FAFF21A" w14:textId="77777777" w:rsidTr="00E268B1">
        <w:tc>
          <w:tcPr>
            <w:tcW w:w="845" w:type="dxa"/>
            <w:vAlign w:val="center"/>
          </w:tcPr>
          <w:p w14:paraId="20775390" w14:textId="4B59D888" w:rsidR="00E268B1" w:rsidRPr="00FA4405" w:rsidRDefault="00E268B1" w:rsidP="00112758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FA4405">
              <w:rPr>
                <w:sz w:val="22"/>
                <w:szCs w:val="22"/>
              </w:rPr>
              <w:t>C3</w:t>
            </w:r>
          </w:p>
        </w:tc>
        <w:tc>
          <w:tcPr>
            <w:tcW w:w="8675" w:type="dxa"/>
            <w:vAlign w:val="center"/>
          </w:tcPr>
          <w:p w14:paraId="62FC3CF2" w14:textId="00E6DE8F" w:rsidR="00E268B1" w:rsidRPr="00FA4405" w:rsidRDefault="00D737CF" w:rsidP="00112758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FA4405">
              <w:rPr>
                <w:b w:val="0"/>
                <w:szCs w:val="22"/>
              </w:rPr>
              <w:t>Zapoznanie z metodami diagnozy systemu rodzinnego</w:t>
            </w:r>
          </w:p>
        </w:tc>
      </w:tr>
      <w:tr w:rsidR="00E268B1" w:rsidRPr="00FA4405" w14:paraId="7966EF2B" w14:textId="77777777" w:rsidTr="00E268B1">
        <w:tc>
          <w:tcPr>
            <w:tcW w:w="845" w:type="dxa"/>
            <w:vAlign w:val="center"/>
          </w:tcPr>
          <w:p w14:paraId="740FCB6A" w14:textId="0BEA3E2E" w:rsidR="00E268B1" w:rsidRPr="00FA4405" w:rsidRDefault="00E268B1" w:rsidP="00112758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FA4405">
              <w:rPr>
                <w:b w:val="0"/>
                <w:szCs w:val="22"/>
              </w:rPr>
              <w:t>C4</w:t>
            </w:r>
          </w:p>
        </w:tc>
        <w:tc>
          <w:tcPr>
            <w:tcW w:w="8675" w:type="dxa"/>
            <w:vAlign w:val="center"/>
          </w:tcPr>
          <w:p w14:paraId="7AB7A202" w14:textId="707926F7" w:rsidR="00E268B1" w:rsidRPr="00FA4405" w:rsidRDefault="00D737CF" w:rsidP="00112758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FA4405">
              <w:rPr>
                <w:b w:val="0"/>
                <w:szCs w:val="22"/>
              </w:rPr>
              <w:t>Zachęcenie słuchaczy do dalszego samokształcenia</w:t>
            </w:r>
            <w:r w:rsidR="00E268B1" w:rsidRPr="00FA4405">
              <w:rPr>
                <w:b w:val="0"/>
                <w:szCs w:val="22"/>
              </w:rPr>
              <w:t xml:space="preserve"> i doskonalenia umiejętności </w:t>
            </w:r>
            <w:r w:rsidRPr="00FA4405">
              <w:rPr>
                <w:b w:val="0"/>
                <w:szCs w:val="22"/>
              </w:rPr>
              <w:t>przydatnych  w</w:t>
            </w:r>
            <w:r w:rsidR="00FA4405">
              <w:rPr>
                <w:b w:val="0"/>
                <w:szCs w:val="22"/>
              </w:rPr>
              <w:t> </w:t>
            </w:r>
            <w:r w:rsidRPr="00FA4405">
              <w:rPr>
                <w:b w:val="0"/>
                <w:szCs w:val="22"/>
              </w:rPr>
              <w:t xml:space="preserve">procesie </w:t>
            </w:r>
            <w:r w:rsidR="00E268B1" w:rsidRPr="00FA4405">
              <w:rPr>
                <w:b w:val="0"/>
                <w:szCs w:val="22"/>
              </w:rPr>
              <w:t>diagnozowania potrzeb środowiska rodzinnego</w:t>
            </w:r>
            <w:r w:rsidR="00BD5742" w:rsidRPr="00FA4405">
              <w:rPr>
                <w:b w:val="0"/>
                <w:szCs w:val="22"/>
              </w:rPr>
              <w:t>,</w:t>
            </w:r>
            <w:r w:rsidR="00E268B1" w:rsidRPr="00FA4405">
              <w:rPr>
                <w:b w:val="0"/>
                <w:szCs w:val="22"/>
              </w:rPr>
              <w:t xml:space="preserve"> </w:t>
            </w:r>
            <w:r w:rsidRPr="00FA4405">
              <w:rPr>
                <w:b w:val="0"/>
                <w:szCs w:val="22"/>
              </w:rPr>
              <w:t>w celu podjęcia efektywnych działań pomocowych</w:t>
            </w:r>
          </w:p>
        </w:tc>
      </w:tr>
    </w:tbl>
    <w:p w14:paraId="7CF24EC9" w14:textId="77777777" w:rsidR="0085747A" w:rsidRPr="00FA4405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14:paraId="76C5731F" w14:textId="77777777" w:rsidR="001D7B54" w:rsidRPr="00FA4405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FA4405">
        <w:rPr>
          <w:rFonts w:ascii="Times New Roman" w:hAnsi="Times New Roman"/>
          <w:b/>
        </w:rPr>
        <w:t xml:space="preserve">3.2 </w:t>
      </w:r>
      <w:r w:rsidR="001D7B54" w:rsidRPr="00FA4405">
        <w:rPr>
          <w:rFonts w:ascii="Times New Roman" w:hAnsi="Times New Roman"/>
          <w:b/>
        </w:rPr>
        <w:t xml:space="preserve">Efekty </w:t>
      </w:r>
      <w:r w:rsidR="00C05F44" w:rsidRPr="00FA4405">
        <w:rPr>
          <w:rFonts w:ascii="Times New Roman" w:hAnsi="Times New Roman"/>
          <w:b/>
        </w:rPr>
        <w:t xml:space="preserve">uczenia się </w:t>
      </w:r>
      <w:r w:rsidR="001D7B54" w:rsidRPr="00FA4405">
        <w:rPr>
          <w:rFonts w:ascii="Times New Roman" w:hAnsi="Times New Roman"/>
          <w:b/>
        </w:rPr>
        <w:t>dla przedmiotu</w:t>
      </w:r>
      <w:r w:rsidR="00445970" w:rsidRPr="00FA4405">
        <w:rPr>
          <w:rFonts w:ascii="Times New Roman" w:hAnsi="Times New Roman"/>
        </w:rPr>
        <w:t xml:space="preserve"> </w:t>
      </w:r>
    </w:p>
    <w:p w14:paraId="1E7813E9" w14:textId="77777777" w:rsidR="00FA4405" w:rsidRDefault="00FA4405" w:rsidP="00FA4405">
      <w:pPr>
        <w:spacing w:after="0" w:line="240" w:lineRule="auto"/>
        <w:ind w:firstLine="709"/>
        <w:rPr>
          <w:rFonts w:ascii="Times New Roman" w:hAnsi="Times New Roman"/>
        </w:rPr>
      </w:pPr>
    </w:p>
    <w:p w14:paraId="0FDE6114" w14:textId="070679B7" w:rsidR="00425FCB" w:rsidRPr="00FA4405" w:rsidRDefault="00425FCB" w:rsidP="00FA4405">
      <w:pPr>
        <w:spacing w:after="0" w:line="240" w:lineRule="auto"/>
        <w:ind w:firstLine="709"/>
        <w:rPr>
          <w:rFonts w:ascii="Times New Roman" w:hAnsi="Times New Roman"/>
        </w:rPr>
      </w:pPr>
      <w:r w:rsidRPr="00FA4405">
        <w:rPr>
          <w:rFonts w:ascii="Times New Roman" w:hAnsi="Times New Roman"/>
        </w:rPr>
        <w:t>Uprzejmie prosimy o odniesienie się wyłącznie do efektów uczenia się:</w:t>
      </w:r>
    </w:p>
    <w:p w14:paraId="613EF6A2" w14:textId="77777777" w:rsidR="001D7B54" w:rsidRPr="00FA4405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80"/>
        <w:gridCol w:w="1862"/>
      </w:tblGrid>
      <w:tr w:rsidR="00A54E54" w:rsidRPr="00FA4405" w14:paraId="5FB8E0C3" w14:textId="77777777" w:rsidTr="00FA4405">
        <w:tc>
          <w:tcPr>
            <w:tcW w:w="1701" w:type="dxa"/>
            <w:vAlign w:val="center"/>
          </w:tcPr>
          <w:p w14:paraId="478891CC" w14:textId="77777777" w:rsidR="0085747A" w:rsidRPr="00FA4405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A4405">
              <w:rPr>
                <w:smallCaps w:val="0"/>
                <w:sz w:val="22"/>
              </w:rPr>
              <w:t>EK</w:t>
            </w:r>
            <w:r w:rsidR="00A84C85" w:rsidRPr="00FA4405">
              <w:rPr>
                <w:b w:val="0"/>
                <w:smallCaps w:val="0"/>
                <w:sz w:val="22"/>
              </w:rPr>
              <w:t xml:space="preserve"> (</w:t>
            </w:r>
            <w:r w:rsidR="00C05F44" w:rsidRPr="00FA4405">
              <w:rPr>
                <w:b w:val="0"/>
                <w:smallCaps w:val="0"/>
                <w:sz w:val="22"/>
              </w:rPr>
              <w:t>efekt uczenia się</w:t>
            </w:r>
            <w:r w:rsidR="00B82308" w:rsidRPr="00FA4405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14:paraId="5D4E1CFE" w14:textId="77777777" w:rsidR="0085747A" w:rsidRPr="00FA4405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A4405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FA4405">
              <w:rPr>
                <w:b w:val="0"/>
                <w:smallCaps w:val="0"/>
                <w:sz w:val="22"/>
              </w:rPr>
              <w:t xml:space="preserve">uczenia się </w:t>
            </w:r>
            <w:r w:rsidRPr="00FA4405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8BB2CF8" w14:textId="77777777" w:rsidR="0085747A" w:rsidRPr="00FA4405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A4405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FA4405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A54E54" w:rsidRPr="00FA4405" w14:paraId="4D587051" w14:textId="77777777" w:rsidTr="00FA4405">
        <w:tc>
          <w:tcPr>
            <w:tcW w:w="1701" w:type="dxa"/>
          </w:tcPr>
          <w:p w14:paraId="52937B4B" w14:textId="77777777" w:rsidR="0085747A" w:rsidRPr="00FA4405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A4405">
              <w:rPr>
                <w:b w:val="0"/>
                <w:smallCaps w:val="0"/>
                <w:sz w:val="22"/>
              </w:rPr>
              <w:t>EK</w:t>
            </w:r>
            <w:r w:rsidRPr="00FA4405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14:paraId="7EEDE002" w14:textId="4D8717C4" w:rsidR="0085747A" w:rsidRPr="00FA4405" w:rsidRDefault="00793B09" w:rsidP="00FA4405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FA4405">
              <w:rPr>
                <w:b w:val="0"/>
                <w:smallCaps w:val="0"/>
                <w:sz w:val="22"/>
              </w:rPr>
              <w:t>Opisze specyfikę funkcjonowania systemu rodzinnego i</w:t>
            </w:r>
            <w:r w:rsidR="00FA4405">
              <w:rPr>
                <w:b w:val="0"/>
                <w:smallCaps w:val="0"/>
                <w:sz w:val="22"/>
              </w:rPr>
              <w:t> </w:t>
            </w:r>
            <w:r w:rsidRPr="00FA4405">
              <w:rPr>
                <w:b w:val="0"/>
                <w:smallCaps w:val="0"/>
                <w:sz w:val="22"/>
              </w:rPr>
              <w:t>uwarunkowania interakcji w rodzinie</w:t>
            </w:r>
          </w:p>
        </w:tc>
        <w:tc>
          <w:tcPr>
            <w:tcW w:w="1873" w:type="dxa"/>
          </w:tcPr>
          <w:p w14:paraId="06B79EEC" w14:textId="4DDADEEA" w:rsidR="0085747A" w:rsidRPr="00FA4405" w:rsidRDefault="00777E91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A4405">
              <w:rPr>
                <w:b w:val="0"/>
                <w:sz w:val="22"/>
              </w:rPr>
              <w:t>K_W04</w:t>
            </w:r>
          </w:p>
        </w:tc>
      </w:tr>
      <w:tr w:rsidR="00A54E54" w:rsidRPr="00FA4405" w14:paraId="0D76F5D7" w14:textId="77777777" w:rsidTr="00FA4405">
        <w:tc>
          <w:tcPr>
            <w:tcW w:w="1701" w:type="dxa"/>
          </w:tcPr>
          <w:p w14:paraId="54D9B030" w14:textId="77777777" w:rsidR="0085747A" w:rsidRPr="00FA4405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A4405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3E48F655" w14:textId="686EC993" w:rsidR="0085747A" w:rsidRPr="00FA4405" w:rsidRDefault="00B44284" w:rsidP="00FA4405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FA4405">
              <w:rPr>
                <w:b w:val="0"/>
                <w:smallCaps w:val="0"/>
                <w:sz w:val="22"/>
              </w:rPr>
              <w:t>Scharakteryzuje zadania i procedury diagnozy  w instytucjach działających na rzecz pomo</w:t>
            </w:r>
            <w:r w:rsidR="0079133B" w:rsidRPr="00FA4405">
              <w:rPr>
                <w:b w:val="0"/>
                <w:smallCaps w:val="0"/>
                <w:sz w:val="22"/>
              </w:rPr>
              <w:t>cy rodzinom dysfunkcyjnym</w:t>
            </w:r>
          </w:p>
        </w:tc>
        <w:tc>
          <w:tcPr>
            <w:tcW w:w="1873" w:type="dxa"/>
          </w:tcPr>
          <w:p w14:paraId="101EED01" w14:textId="6A823CA8" w:rsidR="0085747A" w:rsidRPr="00FA4405" w:rsidRDefault="00777E91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A4405">
              <w:rPr>
                <w:b w:val="0"/>
                <w:sz w:val="22"/>
              </w:rPr>
              <w:t>K_W08</w:t>
            </w:r>
          </w:p>
        </w:tc>
      </w:tr>
      <w:tr w:rsidR="00A54E54" w:rsidRPr="00FA4405" w14:paraId="71A6B7FB" w14:textId="77777777" w:rsidTr="00FA4405">
        <w:tc>
          <w:tcPr>
            <w:tcW w:w="1701" w:type="dxa"/>
          </w:tcPr>
          <w:p w14:paraId="27C1EE9B" w14:textId="7B741AFD" w:rsidR="0085747A" w:rsidRPr="00FA4405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A4405">
              <w:rPr>
                <w:b w:val="0"/>
                <w:smallCaps w:val="0"/>
                <w:sz w:val="22"/>
              </w:rPr>
              <w:t>EK_</w:t>
            </w:r>
            <w:r w:rsidR="00777E91" w:rsidRPr="00FA4405">
              <w:rPr>
                <w:b w:val="0"/>
                <w:smallCaps w:val="0"/>
                <w:sz w:val="22"/>
              </w:rPr>
              <w:t>03</w:t>
            </w:r>
          </w:p>
        </w:tc>
        <w:tc>
          <w:tcPr>
            <w:tcW w:w="6096" w:type="dxa"/>
          </w:tcPr>
          <w:p w14:paraId="55EB7E4F" w14:textId="0523166D" w:rsidR="0085747A" w:rsidRPr="00FA4405" w:rsidRDefault="00793B09" w:rsidP="00FA4405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FA4405">
              <w:rPr>
                <w:b w:val="0"/>
                <w:smallCaps w:val="0"/>
                <w:sz w:val="22"/>
              </w:rPr>
              <w:t>Wymieni i opisze zasady diagnozy rodziny</w:t>
            </w:r>
            <w:r w:rsidR="00C02162" w:rsidRPr="00FA4405">
              <w:rPr>
                <w:b w:val="0"/>
                <w:smallCaps w:val="0"/>
                <w:sz w:val="22"/>
              </w:rPr>
              <w:t xml:space="preserve"> oraz metody i techniki diagnostyczne przydatne w rozpoznawaniu potrzeb i</w:t>
            </w:r>
            <w:r w:rsidR="00FA4405">
              <w:rPr>
                <w:b w:val="0"/>
                <w:smallCaps w:val="0"/>
                <w:sz w:val="22"/>
              </w:rPr>
              <w:t> </w:t>
            </w:r>
            <w:r w:rsidR="00C02162" w:rsidRPr="00FA4405">
              <w:rPr>
                <w:b w:val="0"/>
                <w:smallCaps w:val="0"/>
                <w:sz w:val="22"/>
              </w:rPr>
              <w:t>nieprawidłowości funkcjonowania  systemu rodzinnego</w:t>
            </w:r>
          </w:p>
        </w:tc>
        <w:tc>
          <w:tcPr>
            <w:tcW w:w="1873" w:type="dxa"/>
          </w:tcPr>
          <w:p w14:paraId="465979E9" w14:textId="496E8D27" w:rsidR="0085747A" w:rsidRPr="00FA4405" w:rsidRDefault="00777E91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A4405">
              <w:rPr>
                <w:b w:val="0"/>
                <w:sz w:val="22"/>
              </w:rPr>
              <w:t>K_W09</w:t>
            </w:r>
          </w:p>
        </w:tc>
      </w:tr>
      <w:tr w:rsidR="00A54E54" w:rsidRPr="00FA4405" w14:paraId="2E5AC67F" w14:textId="77777777" w:rsidTr="00FA4405">
        <w:tc>
          <w:tcPr>
            <w:tcW w:w="1701" w:type="dxa"/>
          </w:tcPr>
          <w:p w14:paraId="7FF8FF7E" w14:textId="5CEBCCE9" w:rsidR="00777E91" w:rsidRPr="00FA4405" w:rsidRDefault="00777E91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A4405">
              <w:rPr>
                <w:b w:val="0"/>
                <w:smallCaps w:val="0"/>
                <w:sz w:val="22"/>
              </w:rPr>
              <w:t>EK_0</w:t>
            </w:r>
            <w:r w:rsidR="004D3241" w:rsidRPr="00FA4405">
              <w:rPr>
                <w:b w:val="0"/>
                <w:smallCaps w:val="0"/>
                <w:sz w:val="22"/>
              </w:rPr>
              <w:t>4</w:t>
            </w:r>
          </w:p>
        </w:tc>
        <w:tc>
          <w:tcPr>
            <w:tcW w:w="6096" w:type="dxa"/>
          </w:tcPr>
          <w:p w14:paraId="0E6E77A4" w14:textId="7E1F1A28" w:rsidR="00777E91" w:rsidRPr="00FA4405" w:rsidRDefault="009F16B0" w:rsidP="00FA4405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FA4405">
              <w:rPr>
                <w:b w:val="0"/>
                <w:smallCaps w:val="0"/>
                <w:sz w:val="22"/>
              </w:rPr>
              <w:t>Z</w:t>
            </w:r>
            <w:r w:rsidR="00C02162" w:rsidRPr="00FA4405">
              <w:rPr>
                <w:b w:val="0"/>
                <w:smallCaps w:val="0"/>
                <w:sz w:val="22"/>
              </w:rPr>
              <w:t xml:space="preserve">astosuje  adekwatne metody diagnozy w zależności od specyfiki rodziny </w:t>
            </w:r>
          </w:p>
        </w:tc>
        <w:tc>
          <w:tcPr>
            <w:tcW w:w="1873" w:type="dxa"/>
          </w:tcPr>
          <w:p w14:paraId="3EF09396" w14:textId="7C9A74DB" w:rsidR="00777E91" w:rsidRPr="00FA4405" w:rsidRDefault="00777E91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A4405">
              <w:rPr>
                <w:b w:val="0"/>
                <w:sz w:val="22"/>
              </w:rPr>
              <w:t>K_U03</w:t>
            </w:r>
          </w:p>
        </w:tc>
      </w:tr>
      <w:tr w:rsidR="00A54E54" w:rsidRPr="00FA4405" w14:paraId="405DEEA8" w14:textId="77777777" w:rsidTr="00FA4405">
        <w:tc>
          <w:tcPr>
            <w:tcW w:w="1701" w:type="dxa"/>
          </w:tcPr>
          <w:p w14:paraId="790D6D03" w14:textId="55CBB31E" w:rsidR="00777E91" w:rsidRPr="00FA4405" w:rsidRDefault="00777E91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A4405">
              <w:rPr>
                <w:b w:val="0"/>
                <w:smallCaps w:val="0"/>
                <w:sz w:val="22"/>
              </w:rPr>
              <w:t>EK_0</w:t>
            </w:r>
            <w:r w:rsidR="004D3241" w:rsidRPr="00FA4405">
              <w:rPr>
                <w:b w:val="0"/>
                <w:smallCaps w:val="0"/>
                <w:sz w:val="22"/>
              </w:rPr>
              <w:t>5</w:t>
            </w:r>
          </w:p>
        </w:tc>
        <w:tc>
          <w:tcPr>
            <w:tcW w:w="6096" w:type="dxa"/>
          </w:tcPr>
          <w:p w14:paraId="131C15F6" w14:textId="47DF052F" w:rsidR="00777E91" w:rsidRPr="00FA4405" w:rsidRDefault="00702E55" w:rsidP="00FA4405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FA4405">
              <w:rPr>
                <w:b w:val="0"/>
                <w:smallCaps w:val="0"/>
                <w:sz w:val="22"/>
              </w:rPr>
              <w:t>Uwzględni</w:t>
            </w:r>
            <w:r w:rsidR="00A54E54" w:rsidRPr="00FA4405">
              <w:rPr>
                <w:b w:val="0"/>
                <w:smallCaps w:val="0"/>
                <w:sz w:val="22"/>
              </w:rPr>
              <w:t xml:space="preserve"> zasady diagnozy rodziny i właściwie zaplanuje przebieg procesu </w:t>
            </w:r>
            <w:r w:rsidR="004D3241" w:rsidRPr="00FA4405">
              <w:rPr>
                <w:b w:val="0"/>
                <w:smallCaps w:val="0"/>
                <w:sz w:val="22"/>
              </w:rPr>
              <w:t>diagnostycznego</w:t>
            </w:r>
            <w:r w:rsidRPr="00FA4405">
              <w:rPr>
                <w:b w:val="0"/>
                <w:smallCaps w:val="0"/>
                <w:sz w:val="22"/>
              </w:rPr>
              <w:t xml:space="preserve"> </w:t>
            </w:r>
            <w:r w:rsidR="004D3241" w:rsidRPr="00FA4405">
              <w:rPr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73" w:type="dxa"/>
          </w:tcPr>
          <w:p w14:paraId="37833A3C" w14:textId="2D06BFB4" w:rsidR="00777E91" w:rsidRPr="00FA4405" w:rsidRDefault="00777E91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A4405">
              <w:rPr>
                <w:b w:val="0"/>
                <w:sz w:val="22"/>
              </w:rPr>
              <w:t>K_U04</w:t>
            </w:r>
          </w:p>
        </w:tc>
      </w:tr>
      <w:tr w:rsidR="00A54E54" w:rsidRPr="00FA4405" w14:paraId="27926E71" w14:textId="77777777" w:rsidTr="00FA4405">
        <w:tc>
          <w:tcPr>
            <w:tcW w:w="1701" w:type="dxa"/>
          </w:tcPr>
          <w:p w14:paraId="7A1327D6" w14:textId="51577EED" w:rsidR="00777E91" w:rsidRPr="00FA4405" w:rsidRDefault="00777E91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A4405">
              <w:rPr>
                <w:b w:val="0"/>
                <w:smallCaps w:val="0"/>
                <w:sz w:val="22"/>
              </w:rPr>
              <w:t>EK_0</w:t>
            </w:r>
            <w:r w:rsidR="004D3241" w:rsidRPr="00FA4405">
              <w:rPr>
                <w:b w:val="0"/>
                <w:smallCaps w:val="0"/>
                <w:sz w:val="22"/>
              </w:rPr>
              <w:t>6</w:t>
            </w:r>
          </w:p>
        </w:tc>
        <w:tc>
          <w:tcPr>
            <w:tcW w:w="6096" w:type="dxa"/>
          </w:tcPr>
          <w:p w14:paraId="4BEC390C" w14:textId="1372651C" w:rsidR="00777E91" w:rsidRPr="00FA4405" w:rsidRDefault="0055674A" w:rsidP="00FA4405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FA4405">
              <w:rPr>
                <w:b w:val="0"/>
                <w:smallCaps w:val="0"/>
                <w:sz w:val="22"/>
              </w:rPr>
              <w:t xml:space="preserve">Właściwie </w:t>
            </w:r>
            <w:r w:rsidR="00B44284" w:rsidRPr="00FA4405">
              <w:rPr>
                <w:b w:val="0"/>
                <w:smallCaps w:val="0"/>
                <w:sz w:val="22"/>
              </w:rPr>
              <w:t>z</w:t>
            </w:r>
            <w:r w:rsidRPr="00FA4405">
              <w:rPr>
                <w:b w:val="0"/>
                <w:smallCaps w:val="0"/>
                <w:sz w:val="22"/>
              </w:rPr>
              <w:t xml:space="preserve">interpretuje zachowania członków rodziny i wyniki badań </w:t>
            </w:r>
            <w:r w:rsidR="00702E55" w:rsidRPr="00FA4405">
              <w:rPr>
                <w:b w:val="0"/>
                <w:smallCaps w:val="0"/>
                <w:sz w:val="22"/>
              </w:rPr>
              <w:t xml:space="preserve"> w celu rozpoznania problemów i </w:t>
            </w:r>
            <w:r w:rsidRPr="00FA4405">
              <w:rPr>
                <w:b w:val="0"/>
                <w:smallCaps w:val="0"/>
                <w:sz w:val="22"/>
              </w:rPr>
              <w:t>potrzeb rodziny</w:t>
            </w:r>
          </w:p>
        </w:tc>
        <w:tc>
          <w:tcPr>
            <w:tcW w:w="1873" w:type="dxa"/>
          </w:tcPr>
          <w:p w14:paraId="40556863" w14:textId="09214B31" w:rsidR="00777E91" w:rsidRPr="00FA4405" w:rsidRDefault="00777E91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A4405">
              <w:rPr>
                <w:b w:val="0"/>
                <w:sz w:val="22"/>
              </w:rPr>
              <w:t>K_U05</w:t>
            </w:r>
          </w:p>
        </w:tc>
      </w:tr>
      <w:tr w:rsidR="00A54E54" w:rsidRPr="00FA4405" w14:paraId="19A6FCE4" w14:textId="77777777" w:rsidTr="00FA4405">
        <w:tc>
          <w:tcPr>
            <w:tcW w:w="1701" w:type="dxa"/>
          </w:tcPr>
          <w:p w14:paraId="2E68ABDB" w14:textId="2151367A" w:rsidR="00777E91" w:rsidRPr="00FA4405" w:rsidRDefault="00777E91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A4405">
              <w:rPr>
                <w:b w:val="0"/>
                <w:smallCaps w:val="0"/>
                <w:sz w:val="22"/>
              </w:rPr>
              <w:t>EK_0</w:t>
            </w:r>
            <w:r w:rsidR="004D3241" w:rsidRPr="00FA4405">
              <w:rPr>
                <w:b w:val="0"/>
                <w:smallCaps w:val="0"/>
                <w:sz w:val="22"/>
              </w:rPr>
              <w:t>7</w:t>
            </w:r>
          </w:p>
        </w:tc>
        <w:tc>
          <w:tcPr>
            <w:tcW w:w="6096" w:type="dxa"/>
          </w:tcPr>
          <w:p w14:paraId="0095B486" w14:textId="63014CB5" w:rsidR="00777E91" w:rsidRPr="00FA4405" w:rsidRDefault="0055674A" w:rsidP="00FA4405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FA4405">
              <w:rPr>
                <w:b w:val="0"/>
                <w:smallCaps w:val="0"/>
                <w:sz w:val="22"/>
              </w:rPr>
              <w:t xml:space="preserve">Uwzględni etyczne aspekty </w:t>
            </w:r>
            <w:r w:rsidR="00702E55" w:rsidRPr="00FA4405">
              <w:rPr>
                <w:b w:val="0"/>
                <w:smallCaps w:val="0"/>
                <w:sz w:val="22"/>
              </w:rPr>
              <w:t xml:space="preserve">w procesie diagnozy </w:t>
            </w:r>
            <w:r w:rsidRPr="00FA4405">
              <w:rPr>
                <w:b w:val="0"/>
                <w:smallCaps w:val="0"/>
                <w:sz w:val="22"/>
              </w:rPr>
              <w:t xml:space="preserve"> rodzin oczekujących wsparcia</w:t>
            </w:r>
          </w:p>
        </w:tc>
        <w:tc>
          <w:tcPr>
            <w:tcW w:w="1873" w:type="dxa"/>
          </w:tcPr>
          <w:p w14:paraId="0A3B227E" w14:textId="3D53A7E3" w:rsidR="00777E91" w:rsidRPr="00FA4405" w:rsidRDefault="00777E91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A4405">
              <w:rPr>
                <w:b w:val="0"/>
                <w:sz w:val="22"/>
              </w:rPr>
              <w:t>K_K04</w:t>
            </w:r>
          </w:p>
        </w:tc>
      </w:tr>
    </w:tbl>
    <w:p w14:paraId="23ED1E4F" w14:textId="77777777" w:rsidR="0085747A" w:rsidRPr="00FA4405" w:rsidRDefault="0085747A" w:rsidP="009C54AE">
      <w:pPr>
        <w:pStyle w:val="Punktygwne"/>
        <w:spacing w:before="0" w:after="0"/>
        <w:rPr>
          <w:b w:val="0"/>
          <w:sz w:val="22"/>
        </w:rPr>
      </w:pPr>
    </w:p>
    <w:p w14:paraId="5AB07592" w14:textId="77777777" w:rsidR="0085747A" w:rsidRPr="00FA4405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FA4405">
        <w:rPr>
          <w:rFonts w:ascii="Times New Roman" w:hAnsi="Times New Roman"/>
          <w:b/>
        </w:rPr>
        <w:t>3.3</w:t>
      </w:r>
      <w:r w:rsidR="001D7B54" w:rsidRPr="00FA4405">
        <w:rPr>
          <w:rFonts w:ascii="Times New Roman" w:hAnsi="Times New Roman"/>
          <w:b/>
        </w:rPr>
        <w:t xml:space="preserve"> </w:t>
      </w:r>
      <w:r w:rsidR="0085747A" w:rsidRPr="00FA4405">
        <w:rPr>
          <w:rFonts w:ascii="Times New Roman" w:hAnsi="Times New Roman"/>
          <w:b/>
        </w:rPr>
        <w:t>T</w:t>
      </w:r>
      <w:r w:rsidR="001D7B54" w:rsidRPr="00FA4405">
        <w:rPr>
          <w:rFonts w:ascii="Times New Roman" w:hAnsi="Times New Roman"/>
          <w:b/>
        </w:rPr>
        <w:t xml:space="preserve">reści programowe </w:t>
      </w:r>
      <w:r w:rsidR="007327BD" w:rsidRPr="00FA4405">
        <w:rPr>
          <w:rFonts w:ascii="Times New Roman" w:hAnsi="Times New Roman"/>
        </w:rPr>
        <w:t xml:space="preserve">  </w:t>
      </w:r>
    </w:p>
    <w:p w14:paraId="3E9B36B5" w14:textId="77777777" w:rsidR="0085747A" w:rsidRPr="00FA440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FA4405">
        <w:rPr>
          <w:rFonts w:ascii="Times New Roman" w:hAnsi="Times New Roman"/>
        </w:rPr>
        <w:t xml:space="preserve">Problematyka wykładu </w:t>
      </w:r>
    </w:p>
    <w:p w14:paraId="638EA155" w14:textId="77777777" w:rsidR="00675843" w:rsidRPr="00FA4405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4405" w14:paraId="58DE9101" w14:textId="77777777" w:rsidTr="00112758">
        <w:tc>
          <w:tcPr>
            <w:tcW w:w="9520" w:type="dxa"/>
          </w:tcPr>
          <w:p w14:paraId="71D02313" w14:textId="77777777" w:rsidR="0085747A" w:rsidRPr="00FA440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>Treści merytoryczne</w:t>
            </w:r>
          </w:p>
        </w:tc>
      </w:tr>
      <w:tr w:rsidR="00112758" w:rsidRPr="00FA4405" w14:paraId="236C77A2" w14:textId="77777777" w:rsidTr="00112758">
        <w:tc>
          <w:tcPr>
            <w:tcW w:w="9520" w:type="dxa"/>
          </w:tcPr>
          <w:p w14:paraId="6D6DAC00" w14:textId="029251AF" w:rsidR="00112758" w:rsidRPr="00FA4405" w:rsidRDefault="00414313" w:rsidP="00D24610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 xml:space="preserve">Specyfika i cele </w:t>
            </w:r>
            <w:r w:rsidR="00112758" w:rsidRPr="00FA4405">
              <w:rPr>
                <w:rFonts w:ascii="Times New Roman" w:hAnsi="Times New Roman"/>
              </w:rPr>
              <w:t>diagnozy psychologiczno-pedagogicznej rodzin</w:t>
            </w:r>
            <w:r w:rsidRPr="00FA4405">
              <w:rPr>
                <w:rFonts w:ascii="Times New Roman" w:hAnsi="Times New Roman"/>
              </w:rPr>
              <w:t>y</w:t>
            </w:r>
          </w:p>
        </w:tc>
      </w:tr>
      <w:tr w:rsidR="0079133B" w:rsidRPr="00FA4405" w14:paraId="620B3134" w14:textId="77777777" w:rsidTr="00112758">
        <w:tc>
          <w:tcPr>
            <w:tcW w:w="9520" w:type="dxa"/>
          </w:tcPr>
          <w:p w14:paraId="6B3EC4A7" w14:textId="58E04E43" w:rsidR="0079133B" w:rsidRPr="00FA4405" w:rsidRDefault="00466932" w:rsidP="00D24610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 xml:space="preserve">Postawa diagnosty. Rodzaje błędów diagnostycznych </w:t>
            </w:r>
          </w:p>
        </w:tc>
      </w:tr>
      <w:tr w:rsidR="00112758" w:rsidRPr="00FA4405" w14:paraId="25BEFA1D" w14:textId="77777777" w:rsidTr="00112758">
        <w:tc>
          <w:tcPr>
            <w:tcW w:w="9520" w:type="dxa"/>
          </w:tcPr>
          <w:p w14:paraId="1336509B" w14:textId="0F76D253" w:rsidR="00112758" w:rsidRPr="00FA4405" w:rsidRDefault="00701BC1" w:rsidP="00D24610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 xml:space="preserve">Diagnozowanie sytuacji w rodzinie w ujęciu systemowym </w:t>
            </w:r>
          </w:p>
        </w:tc>
      </w:tr>
      <w:tr w:rsidR="00701BC1" w:rsidRPr="00FA4405" w14:paraId="2141DF29" w14:textId="77777777" w:rsidTr="00112758">
        <w:tc>
          <w:tcPr>
            <w:tcW w:w="9520" w:type="dxa"/>
          </w:tcPr>
          <w:p w14:paraId="7CA17199" w14:textId="77777777" w:rsidR="00701BC1" w:rsidRPr="00FA4405" w:rsidRDefault="00701BC1" w:rsidP="00D24610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 xml:space="preserve">Analiza spójności, adaptacyjności, komunikowania się i  stylów radzenia sobie rodziny </w:t>
            </w:r>
          </w:p>
          <w:p w14:paraId="6A217993" w14:textId="5C4C77EC" w:rsidR="00701BC1" w:rsidRPr="00FA4405" w:rsidRDefault="00701BC1" w:rsidP="00D24610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>ze stresem</w:t>
            </w:r>
          </w:p>
        </w:tc>
      </w:tr>
      <w:tr w:rsidR="00112758" w:rsidRPr="00FA4405" w14:paraId="24A3F00D" w14:textId="77777777" w:rsidTr="00112758">
        <w:tc>
          <w:tcPr>
            <w:tcW w:w="9520" w:type="dxa"/>
          </w:tcPr>
          <w:p w14:paraId="2A8E0008" w14:textId="4DE0CB85" w:rsidR="00112758" w:rsidRPr="00FA4405" w:rsidRDefault="00112758" w:rsidP="00D24610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>Metody diagnozy</w:t>
            </w:r>
            <w:r w:rsidR="0079133B" w:rsidRPr="00FA4405">
              <w:rPr>
                <w:rFonts w:ascii="Times New Roman" w:hAnsi="Times New Roman"/>
              </w:rPr>
              <w:t xml:space="preserve">  potrzeb rodziny  i jej zasobów</w:t>
            </w:r>
          </w:p>
        </w:tc>
      </w:tr>
      <w:tr w:rsidR="00112758" w:rsidRPr="00FA4405" w14:paraId="4C063876" w14:textId="77777777" w:rsidTr="00112758">
        <w:tc>
          <w:tcPr>
            <w:tcW w:w="9520" w:type="dxa"/>
          </w:tcPr>
          <w:p w14:paraId="688EDECC" w14:textId="65E7327C" w:rsidR="00112758" w:rsidRPr="00FA4405" w:rsidRDefault="00701BC1" w:rsidP="00D24610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 xml:space="preserve">Diagnoza sytuacji </w:t>
            </w:r>
            <w:r w:rsidR="00112758" w:rsidRPr="00FA4405">
              <w:rPr>
                <w:rFonts w:ascii="Times New Roman" w:hAnsi="Times New Roman"/>
              </w:rPr>
              <w:t xml:space="preserve">  dziec</w:t>
            </w:r>
            <w:r w:rsidRPr="00FA4405">
              <w:rPr>
                <w:rFonts w:ascii="Times New Roman" w:hAnsi="Times New Roman"/>
              </w:rPr>
              <w:t>ka w rodzinie</w:t>
            </w:r>
            <w:r w:rsidR="0079133B" w:rsidRPr="00FA4405">
              <w:rPr>
                <w:rFonts w:ascii="Times New Roman" w:hAnsi="Times New Roman"/>
              </w:rPr>
              <w:t xml:space="preserve"> dysfunkcyjnej </w:t>
            </w:r>
            <w:r w:rsidR="00112758" w:rsidRPr="00FA4405">
              <w:rPr>
                <w:rFonts w:ascii="Times New Roman" w:hAnsi="Times New Roman"/>
              </w:rPr>
              <w:t xml:space="preserve"> </w:t>
            </w:r>
          </w:p>
        </w:tc>
      </w:tr>
      <w:tr w:rsidR="00466932" w:rsidRPr="00FA4405" w14:paraId="03982259" w14:textId="77777777" w:rsidTr="00112758">
        <w:tc>
          <w:tcPr>
            <w:tcW w:w="9520" w:type="dxa"/>
          </w:tcPr>
          <w:p w14:paraId="26180C2F" w14:textId="429CD826" w:rsidR="00466932" w:rsidRPr="00FA4405" w:rsidRDefault="00466932" w:rsidP="00D24610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>Procedury diagnozowania rodziny w różnych instytucjach pomocowych</w:t>
            </w:r>
          </w:p>
        </w:tc>
      </w:tr>
    </w:tbl>
    <w:p w14:paraId="403CDE97" w14:textId="0B86E2F4" w:rsidR="00FA4405" w:rsidRDefault="00FA4405" w:rsidP="009C54AE">
      <w:pPr>
        <w:spacing w:after="0" w:line="240" w:lineRule="auto"/>
        <w:rPr>
          <w:rFonts w:ascii="Times New Roman" w:hAnsi="Times New Roman"/>
        </w:rPr>
      </w:pPr>
    </w:p>
    <w:p w14:paraId="1E06F237" w14:textId="77777777" w:rsidR="0085747A" w:rsidRPr="00FA4405" w:rsidRDefault="00FA4405" w:rsidP="009C54A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column"/>
      </w:r>
    </w:p>
    <w:p w14:paraId="3D97B5AC" w14:textId="50BD5C3E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FA4405">
        <w:rPr>
          <w:rFonts w:ascii="Times New Roman" w:hAnsi="Times New Roman"/>
        </w:rPr>
        <w:t>Problematyka ćwiczeń audytoryjnych</w:t>
      </w:r>
    </w:p>
    <w:p w14:paraId="0B8899CF" w14:textId="77777777" w:rsidR="00FA4405" w:rsidRPr="00FA4405" w:rsidRDefault="00FA4405" w:rsidP="00FA4405">
      <w:pPr>
        <w:pStyle w:val="Akapitzlist"/>
        <w:spacing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4405" w14:paraId="1A6ECC89" w14:textId="77777777" w:rsidTr="00112758">
        <w:tc>
          <w:tcPr>
            <w:tcW w:w="9520" w:type="dxa"/>
          </w:tcPr>
          <w:p w14:paraId="00215963" w14:textId="77777777" w:rsidR="0085747A" w:rsidRPr="00FA4405" w:rsidRDefault="0085747A" w:rsidP="00D24610">
            <w:pPr>
              <w:pStyle w:val="Akapitzlist"/>
              <w:spacing w:after="0"/>
              <w:ind w:left="708" w:hanging="708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>Treści merytoryczne</w:t>
            </w:r>
          </w:p>
        </w:tc>
      </w:tr>
      <w:tr w:rsidR="00112758" w:rsidRPr="00FA4405" w14:paraId="28ACD319" w14:textId="77777777" w:rsidTr="00112758">
        <w:tc>
          <w:tcPr>
            <w:tcW w:w="9520" w:type="dxa"/>
          </w:tcPr>
          <w:p w14:paraId="27A965A3" w14:textId="73F87D71" w:rsidR="00112758" w:rsidRPr="00FA4405" w:rsidRDefault="00466932" w:rsidP="00D24610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>Etapy</w:t>
            </w:r>
            <w:r w:rsidR="00112758" w:rsidRPr="00FA4405">
              <w:rPr>
                <w:rFonts w:ascii="Times New Roman" w:hAnsi="Times New Roman"/>
              </w:rPr>
              <w:t xml:space="preserve"> postępowania diagnostycznego.</w:t>
            </w:r>
          </w:p>
        </w:tc>
      </w:tr>
      <w:tr w:rsidR="00112758" w:rsidRPr="00FA4405" w14:paraId="580CD743" w14:textId="77777777" w:rsidTr="00112758">
        <w:tc>
          <w:tcPr>
            <w:tcW w:w="9520" w:type="dxa"/>
          </w:tcPr>
          <w:p w14:paraId="092B2A92" w14:textId="1EF15A0E" w:rsidR="00112758" w:rsidRPr="00FA4405" w:rsidRDefault="00112758" w:rsidP="00D24610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>Metodologia badań środowiska rodzinnego</w:t>
            </w:r>
          </w:p>
        </w:tc>
      </w:tr>
      <w:tr w:rsidR="00112758" w:rsidRPr="00FA4405" w14:paraId="7DA478FF" w14:textId="77777777" w:rsidTr="00112758">
        <w:tc>
          <w:tcPr>
            <w:tcW w:w="9520" w:type="dxa"/>
          </w:tcPr>
          <w:p w14:paraId="122702D6" w14:textId="4A718AB5" w:rsidR="00112758" w:rsidRPr="00FA4405" w:rsidRDefault="00112758" w:rsidP="00D24610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>Techniki i narzędzia diagno</w:t>
            </w:r>
            <w:r w:rsidR="00466932" w:rsidRPr="00FA4405">
              <w:rPr>
                <w:rFonts w:ascii="Times New Roman" w:hAnsi="Times New Roman"/>
              </w:rPr>
              <w:t>zy rodziny</w:t>
            </w:r>
          </w:p>
        </w:tc>
      </w:tr>
      <w:tr w:rsidR="00112758" w:rsidRPr="00FA4405" w14:paraId="6F9730E3" w14:textId="77777777" w:rsidTr="00112758">
        <w:tc>
          <w:tcPr>
            <w:tcW w:w="9520" w:type="dxa"/>
          </w:tcPr>
          <w:p w14:paraId="120BF3DD" w14:textId="1A1E85A9" w:rsidR="00112758" w:rsidRPr="00FA4405" w:rsidRDefault="00112758" w:rsidP="00D24610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>Analiza przypadków. Czynniki determinujące trafność i rzetelność diagnozy.</w:t>
            </w:r>
          </w:p>
        </w:tc>
      </w:tr>
      <w:tr w:rsidR="00112758" w:rsidRPr="00FA4405" w14:paraId="6184916B" w14:textId="77777777" w:rsidTr="00112758">
        <w:tc>
          <w:tcPr>
            <w:tcW w:w="9520" w:type="dxa"/>
          </w:tcPr>
          <w:p w14:paraId="7FAB1654" w14:textId="00E31707" w:rsidR="00112758" w:rsidRPr="00FA4405" w:rsidRDefault="00112758" w:rsidP="00D24610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 xml:space="preserve">Obiektywizm w interpretacji danych - zasady, wnioskowanie </w:t>
            </w:r>
            <w:proofErr w:type="spellStart"/>
            <w:r w:rsidRPr="00FA4405">
              <w:rPr>
                <w:rFonts w:ascii="Times New Roman" w:hAnsi="Times New Roman"/>
              </w:rPr>
              <w:t>postdiagnostyczne</w:t>
            </w:r>
            <w:proofErr w:type="spellEnd"/>
            <w:r w:rsidRPr="00FA4405">
              <w:rPr>
                <w:rFonts w:ascii="Times New Roman" w:hAnsi="Times New Roman"/>
              </w:rPr>
              <w:t>.</w:t>
            </w:r>
          </w:p>
        </w:tc>
      </w:tr>
      <w:tr w:rsidR="00112758" w:rsidRPr="00FA4405" w14:paraId="5858FEA1" w14:textId="77777777" w:rsidTr="00112758">
        <w:tc>
          <w:tcPr>
            <w:tcW w:w="9520" w:type="dxa"/>
          </w:tcPr>
          <w:p w14:paraId="482BEE12" w14:textId="2E47B00D" w:rsidR="00112758" w:rsidRPr="00FA4405" w:rsidRDefault="00466932" w:rsidP="00D24610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 xml:space="preserve">Opracowywanie </w:t>
            </w:r>
            <w:r w:rsidR="00112758" w:rsidRPr="00FA4405">
              <w:rPr>
                <w:rFonts w:ascii="Times New Roman" w:hAnsi="Times New Roman"/>
              </w:rPr>
              <w:t xml:space="preserve"> narzędzi diagnostycznych w zależności od rodzajów potrzeb w rodzinie</w:t>
            </w:r>
          </w:p>
        </w:tc>
      </w:tr>
      <w:tr w:rsidR="00112758" w:rsidRPr="00FA4405" w14:paraId="56D00E20" w14:textId="77777777" w:rsidTr="00112758">
        <w:tc>
          <w:tcPr>
            <w:tcW w:w="9520" w:type="dxa"/>
          </w:tcPr>
          <w:p w14:paraId="1C6E8424" w14:textId="0772456A" w:rsidR="00112758" w:rsidRPr="00FA4405" w:rsidRDefault="00112758" w:rsidP="00D24610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>Specyfika diagnozowania potrzeb rodzin adopcyjnych i zastępczych, wielopokoleniowych</w:t>
            </w:r>
            <w:r w:rsidR="0082051A" w:rsidRPr="00FA4405">
              <w:rPr>
                <w:rFonts w:ascii="Times New Roman" w:hAnsi="Times New Roman"/>
              </w:rPr>
              <w:t xml:space="preserve">, niepełnych, migracyjnych, z chorobą w rodzinie, ujawniających zachowania </w:t>
            </w:r>
            <w:proofErr w:type="spellStart"/>
            <w:r w:rsidR="0082051A" w:rsidRPr="00FA4405">
              <w:rPr>
                <w:rFonts w:ascii="Times New Roman" w:hAnsi="Times New Roman"/>
              </w:rPr>
              <w:t>przemocowe</w:t>
            </w:r>
            <w:proofErr w:type="spellEnd"/>
            <w:r w:rsidR="0082051A" w:rsidRPr="00FA4405">
              <w:rPr>
                <w:rFonts w:ascii="Times New Roman" w:hAnsi="Times New Roman"/>
              </w:rPr>
              <w:t>, rodzin z osobą uzależnioną itp.</w:t>
            </w:r>
          </w:p>
        </w:tc>
      </w:tr>
      <w:tr w:rsidR="00112758" w:rsidRPr="00FA4405" w14:paraId="1A7DEACA" w14:textId="77777777" w:rsidTr="00112758">
        <w:tc>
          <w:tcPr>
            <w:tcW w:w="9520" w:type="dxa"/>
          </w:tcPr>
          <w:p w14:paraId="03DB98B4" w14:textId="58DC5316" w:rsidR="00112758" w:rsidRPr="00FA4405" w:rsidRDefault="00384F20" w:rsidP="00D24610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 xml:space="preserve">Techniki projekcyjne w poznawaniu rodziny. </w:t>
            </w:r>
            <w:proofErr w:type="spellStart"/>
            <w:r w:rsidRPr="00FA4405">
              <w:rPr>
                <w:rFonts w:ascii="Times New Roman" w:hAnsi="Times New Roman"/>
              </w:rPr>
              <w:t>Genogram</w:t>
            </w:r>
            <w:proofErr w:type="spellEnd"/>
            <w:r w:rsidRPr="00FA4405">
              <w:rPr>
                <w:rFonts w:ascii="Times New Roman" w:hAnsi="Times New Roman"/>
              </w:rPr>
              <w:t>. Mapa rodziny.</w:t>
            </w:r>
          </w:p>
        </w:tc>
      </w:tr>
      <w:tr w:rsidR="00112758" w:rsidRPr="00FA4405" w14:paraId="422EF0B3" w14:textId="77777777" w:rsidTr="00112758">
        <w:tc>
          <w:tcPr>
            <w:tcW w:w="9520" w:type="dxa"/>
          </w:tcPr>
          <w:p w14:paraId="7DCD25C5" w14:textId="5DBB02C6" w:rsidR="00112758" w:rsidRPr="00FA4405" w:rsidRDefault="00112758" w:rsidP="00D24610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>Prezentacja projektów i ich omówienie.</w:t>
            </w:r>
          </w:p>
        </w:tc>
      </w:tr>
    </w:tbl>
    <w:p w14:paraId="35CBAE48" w14:textId="77777777" w:rsidR="0085747A" w:rsidRPr="00FA4405" w:rsidRDefault="0085747A" w:rsidP="009C54AE">
      <w:pPr>
        <w:pStyle w:val="Punktygwne"/>
        <w:spacing w:before="0" w:after="0"/>
        <w:rPr>
          <w:b w:val="0"/>
          <w:sz w:val="22"/>
        </w:rPr>
      </w:pPr>
    </w:p>
    <w:p w14:paraId="62C48429" w14:textId="1281412A" w:rsidR="0085747A" w:rsidRPr="00FA4405" w:rsidRDefault="009F4610" w:rsidP="00FA4405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FA4405">
        <w:rPr>
          <w:smallCaps w:val="0"/>
          <w:sz w:val="22"/>
        </w:rPr>
        <w:t>3.4 Metody dydaktyczne</w:t>
      </w:r>
      <w:r w:rsidRPr="00FA4405">
        <w:rPr>
          <w:b w:val="0"/>
          <w:smallCaps w:val="0"/>
          <w:sz w:val="22"/>
        </w:rPr>
        <w:t xml:space="preserve"> </w:t>
      </w:r>
    </w:p>
    <w:p w14:paraId="280F0CE3" w14:textId="03024139" w:rsidR="00E21E7D" w:rsidRPr="00FA4405" w:rsidRDefault="00E21E7D" w:rsidP="009C54AE">
      <w:pPr>
        <w:pStyle w:val="Punktygwne"/>
        <w:spacing w:before="0" w:after="0"/>
        <w:jc w:val="both"/>
        <w:rPr>
          <w:sz w:val="22"/>
        </w:rPr>
      </w:pPr>
    </w:p>
    <w:p w14:paraId="646E1AD5" w14:textId="6758F39E" w:rsidR="00153C41" w:rsidRPr="00FA4405" w:rsidRDefault="00153C41" w:rsidP="009C54AE">
      <w:pPr>
        <w:pStyle w:val="Punktygwne"/>
        <w:spacing w:before="0" w:after="0"/>
        <w:jc w:val="both"/>
        <w:rPr>
          <w:b w:val="0"/>
          <w:iCs/>
          <w:smallCaps w:val="0"/>
          <w:sz w:val="22"/>
        </w:rPr>
      </w:pPr>
      <w:r w:rsidRPr="00FA4405">
        <w:rPr>
          <w:b w:val="0"/>
          <w:iCs/>
          <w:sz w:val="22"/>
        </w:rPr>
        <w:t xml:space="preserve"> </w:t>
      </w:r>
      <w:r w:rsidRPr="00FA4405">
        <w:rPr>
          <w:b w:val="0"/>
          <w:iCs/>
          <w:smallCaps w:val="0"/>
          <w:sz w:val="22"/>
        </w:rPr>
        <w:t>W</w:t>
      </w:r>
      <w:r w:rsidR="0085747A" w:rsidRPr="00FA4405">
        <w:rPr>
          <w:b w:val="0"/>
          <w:iCs/>
          <w:smallCaps w:val="0"/>
          <w:sz w:val="22"/>
        </w:rPr>
        <w:t>ykład</w:t>
      </w:r>
      <w:r w:rsidRPr="00FA4405">
        <w:rPr>
          <w:b w:val="0"/>
          <w:iCs/>
          <w:smallCaps w:val="0"/>
          <w:sz w:val="22"/>
        </w:rPr>
        <w:t>: wykład</w:t>
      </w:r>
      <w:r w:rsidR="0085747A" w:rsidRPr="00FA4405">
        <w:rPr>
          <w:b w:val="0"/>
          <w:iCs/>
          <w:smallCaps w:val="0"/>
          <w:sz w:val="22"/>
        </w:rPr>
        <w:t xml:space="preserve"> problemowy</w:t>
      </w:r>
      <w:r w:rsidR="00923D7D" w:rsidRPr="00FA4405">
        <w:rPr>
          <w:b w:val="0"/>
          <w:iCs/>
          <w:smallCaps w:val="0"/>
          <w:sz w:val="22"/>
        </w:rPr>
        <w:t xml:space="preserve">, </w:t>
      </w:r>
      <w:r w:rsidR="0085747A" w:rsidRPr="00FA4405">
        <w:rPr>
          <w:b w:val="0"/>
          <w:iCs/>
          <w:smallCaps w:val="0"/>
          <w:sz w:val="22"/>
        </w:rPr>
        <w:t>wykład z prezentacją multimedial</w:t>
      </w:r>
      <w:r w:rsidR="00E67C9A" w:rsidRPr="00FA4405">
        <w:rPr>
          <w:b w:val="0"/>
          <w:iCs/>
          <w:smallCaps w:val="0"/>
          <w:sz w:val="22"/>
        </w:rPr>
        <w:t>ną</w:t>
      </w:r>
    </w:p>
    <w:p w14:paraId="11BD2932" w14:textId="0F5A7D44" w:rsidR="00E960BB" w:rsidRPr="00FA4405" w:rsidRDefault="00153C41" w:rsidP="00D24610">
      <w:pPr>
        <w:pStyle w:val="Punktygwne"/>
        <w:spacing w:before="0" w:after="0"/>
        <w:jc w:val="both"/>
        <w:rPr>
          <w:b w:val="0"/>
          <w:iCs/>
          <w:smallCaps w:val="0"/>
          <w:sz w:val="22"/>
        </w:rPr>
      </w:pPr>
      <w:r w:rsidRPr="00FA4405">
        <w:rPr>
          <w:b w:val="0"/>
          <w:iCs/>
          <w:smallCaps w:val="0"/>
          <w:sz w:val="22"/>
        </w:rPr>
        <w:t xml:space="preserve">Ćwiczenia: </w:t>
      </w:r>
      <w:r w:rsidR="0085747A" w:rsidRPr="00FA4405">
        <w:rPr>
          <w:b w:val="0"/>
          <w:iCs/>
          <w:smallCaps w:val="0"/>
          <w:sz w:val="22"/>
        </w:rPr>
        <w:t>metoda projektów</w:t>
      </w:r>
      <w:r w:rsidR="00923D7D" w:rsidRPr="00FA4405">
        <w:rPr>
          <w:b w:val="0"/>
          <w:iCs/>
          <w:smallCaps w:val="0"/>
          <w:sz w:val="22"/>
        </w:rPr>
        <w:t xml:space="preserve"> </w:t>
      </w:r>
      <w:r w:rsidR="0085747A" w:rsidRPr="00FA4405">
        <w:rPr>
          <w:b w:val="0"/>
          <w:iCs/>
          <w:smallCaps w:val="0"/>
          <w:sz w:val="22"/>
        </w:rPr>
        <w:t>(pr</w:t>
      </w:r>
      <w:r w:rsidR="0082051A" w:rsidRPr="00FA4405">
        <w:rPr>
          <w:b w:val="0"/>
          <w:iCs/>
          <w:smallCaps w:val="0"/>
          <w:sz w:val="22"/>
        </w:rPr>
        <w:t>aca projektowa nt. rodziny dysfunkcyjnej</w:t>
      </w:r>
      <w:r w:rsidR="0071620A" w:rsidRPr="00FA4405">
        <w:rPr>
          <w:b w:val="0"/>
          <w:iCs/>
          <w:smallCaps w:val="0"/>
          <w:sz w:val="22"/>
        </w:rPr>
        <w:t>),</w:t>
      </w:r>
      <w:r w:rsidR="001718A7" w:rsidRPr="00FA4405">
        <w:rPr>
          <w:b w:val="0"/>
          <w:iCs/>
          <w:smallCaps w:val="0"/>
          <w:sz w:val="22"/>
        </w:rPr>
        <w:t xml:space="preserve"> praca w </w:t>
      </w:r>
      <w:r w:rsidR="0085747A" w:rsidRPr="00FA4405">
        <w:rPr>
          <w:b w:val="0"/>
          <w:iCs/>
          <w:smallCaps w:val="0"/>
          <w:sz w:val="22"/>
        </w:rPr>
        <w:t>grupach</w:t>
      </w:r>
      <w:r w:rsidR="0071620A" w:rsidRPr="00FA4405">
        <w:rPr>
          <w:b w:val="0"/>
          <w:iCs/>
          <w:smallCaps w:val="0"/>
          <w:sz w:val="22"/>
        </w:rPr>
        <w:t xml:space="preserve"> (</w:t>
      </w:r>
      <w:r w:rsidR="0085747A" w:rsidRPr="00FA4405">
        <w:rPr>
          <w:b w:val="0"/>
          <w:iCs/>
          <w:smallCaps w:val="0"/>
          <w:sz w:val="22"/>
        </w:rPr>
        <w:t>rozwiązywanie</w:t>
      </w:r>
      <w:r w:rsidR="00E67C9A" w:rsidRPr="00FA4405">
        <w:rPr>
          <w:b w:val="0"/>
          <w:iCs/>
          <w:smallCaps w:val="0"/>
          <w:sz w:val="22"/>
        </w:rPr>
        <w:t xml:space="preserve"> problemów</w:t>
      </w:r>
      <w:r w:rsidR="0071620A" w:rsidRPr="00FA4405">
        <w:rPr>
          <w:b w:val="0"/>
          <w:iCs/>
          <w:smallCaps w:val="0"/>
          <w:sz w:val="22"/>
        </w:rPr>
        <w:t>,</w:t>
      </w:r>
      <w:r w:rsidR="0085747A" w:rsidRPr="00FA4405">
        <w:rPr>
          <w:b w:val="0"/>
          <w:iCs/>
          <w:smallCaps w:val="0"/>
          <w:sz w:val="22"/>
        </w:rPr>
        <w:t xml:space="preserve"> dyskusja</w:t>
      </w:r>
      <w:r w:rsidR="0071620A" w:rsidRPr="00FA4405">
        <w:rPr>
          <w:b w:val="0"/>
          <w:iCs/>
          <w:smallCaps w:val="0"/>
          <w:sz w:val="22"/>
        </w:rPr>
        <w:t>),</w:t>
      </w:r>
      <w:r w:rsidR="00E67C9A" w:rsidRPr="00FA4405">
        <w:rPr>
          <w:b w:val="0"/>
          <w:iCs/>
          <w:smallCaps w:val="0"/>
          <w:sz w:val="22"/>
        </w:rPr>
        <w:t xml:space="preserve"> </w:t>
      </w:r>
      <w:r w:rsidR="001718A7" w:rsidRPr="00FA4405">
        <w:rPr>
          <w:b w:val="0"/>
          <w:iCs/>
          <w:smallCaps w:val="0"/>
          <w:sz w:val="22"/>
        </w:rPr>
        <w:t>gry dydaktyczne</w:t>
      </w:r>
      <w:r w:rsidR="0085747A" w:rsidRPr="00FA4405">
        <w:rPr>
          <w:b w:val="0"/>
          <w:iCs/>
          <w:smallCaps w:val="0"/>
          <w:sz w:val="22"/>
        </w:rPr>
        <w:t xml:space="preserve"> </w:t>
      </w:r>
    </w:p>
    <w:p w14:paraId="20E22B79" w14:textId="77777777" w:rsidR="00E960BB" w:rsidRPr="00FA4405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1FAA7F4D" w14:textId="77777777" w:rsidR="0085747A" w:rsidRPr="00FA4405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FA4405">
        <w:rPr>
          <w:smallCaps w:val="0"/>
          <w:sz w:val="22"/>
        </w:rPr>
        <w:t xml:space="preserve">4. </w:t>
      </w:r>
      <w:r w:rsidR="0085747A" w:rsidRPr="00FA4405">
        <w:rPr>
          <w:smallCaps w:val="0"/>
          <w:sz w:val="22"/>
        </w:rPr>
        <w:t>METODY I KRYTERIA OCENY</w:t>
      </w:r>
      <w:r w:rsidR="009F4610" w:rsidRPr="00FA4405">
        <w:rPr>
          <w:smallCaps w:val="0"/>
          <w:sz w:val="22"/>
        </w:rPr>
        <w:t xml:space="preserve"> </w:t>
      </w:r>
    </w:p>
    <w:p w14:paraId="6AE2653E" w14:textId="77777777" w:rsidR="00923D7D" w:rsidRPr="00FA4405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0A52E52D" w14:textId="77777777" w:rsidR="0085747A" w:rsidRPr="00FA4405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FA4405">
        <w:rPr>
          <w:smallCaps w:val="0"/>
          <w:sz w:val="22"/>
        </w:rPr>
        <w:t xml:space="preserve">4.1 Sposoby weryfikacji efektów </w:t>
      </w:r>
      <w:r w:rsidR="00C05F44" w:rsidRPr="00FA4405">
        <w:rPr>
          <w:smallCaps w:val="0"/>
          <w:sz w:val="22"/>
        </w:rPr>
        <w:t>uczenia się</w:t>
      </w:r>
    </w:p>
    <w:p w14:paraId="292EA752" w14:textId="77777777" w:rsidR="0085747A" w:rsidRPr="00FA4405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A4405" w14:paraId="2D74B853" w14:textId="77777777" w:rsidTr="00777E91">
        <w:tc>
          <w:tcPr>
            <w:tcW w:w="1962" w:type="dxa"/>
            <w:vAlign w:val="center"/>
          </w:tcPr>
          <w:p w14:paraId="7DD5C290" w14:textId="77777777" w:rsidR="0085747A" w:rsidRPr="00FA4405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A4405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95FCFC" w14:textId="38D72EF7" w:rsidR="0085747A" w:rsidRPr="00FA4405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FA4405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FA4405" w:rsidRPr="00FA4405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14:paraId="71170DF6" w14:textId="77777777" w:rsidR="0085747A" w:rsidRPr="00FA4405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A4405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FA4405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C7F7BF9" w14:textId="77777777" w:rsidR="00923D7D" w:rsidRPr="00FA4405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A4405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14:paraId="61C3BE9F" w14:textId="3231961E" w:rsidR="0085747A" w:rsidRPr="00FA4405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A4405">
              <w:rPr>
                <w:b w:val="0"/>
                <w:smallCaps w:val="0"/>
                <w:sz w:val="22"/>
              </w:rPr>
              <w:t>(w, ćw</w:t>
            </w:r>
            <w:r w:rsidR="00FA4405">
              <w:rPr>
                <w:b w:val="0"/>
                <w:smallCaps w:val="0"/>
                <w:sz w:val="22"/>
              </w:rPr>
              <w:t>.</w:t>
            </w:r>
            <w:r w:rsidRPr="00FA4405">
              <w:rPr>
                <w:b w:val="0"/>
                <w:smallCaps w:val="0"/>
                <w:sz w:val="22"/>
              </w:rPr>
              <w:t>, …)</w:t>
            </w:r>
          </w:p>
        </w:tc>
      </w:tr>
      <w:tr w:rsidR="0085747A" w:rsidRPr="00FA4405" w14:paraId="02B2E5AD" w14:textId="77777777" w:rsidTr="00777E91">
        <w:tc>
          <w:tcPr>
            <w:tcW w:w="1962" w:type="dxa"/>
          </w:tcPr>
          <w:p w14:paraId="71D00478" w14:textId="77777777" w:rsidR="0085747A" w:rsidRPr="00FA4405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FA4405">
              <w:rPr>
                <w:b w:val="0"/>
                <w:sz w:val="22"/>
              </w:rPr>
              <w:t>ek</w:t>
            </w:r>
            <w:proofErr w:type="spellEnd"/>
            <w:r w:rsidRPr="00FA4405">
              <w:rPr>
                <w:b w:val="0"/>
                <w:sz w:val="22"/>
              </w:rPr>
              <w:t xml:space="preserve">_ 01 </w:t>
            </w:r>
          </w:p>
        </w:tc>
        <w:tc>
          <w:tcPr>
            <w:tcW w:w="5441" w:type="dxa"/>
          </w:tcPr>
          <w:p w14:paraId="544851E6" w14:textId="3C7C5C07" w:rsidR="0085747A" w:rsidRPr="00FA4405" w:rsidRDefault="0003234F" w:rsidP="009C54AE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FA4405">
              <w:rPr>
                <w:b w:val="0"/>
                <w:smallCaps w:val="0"/>
                <w:color w:val="000000"/>
                <w:sz w:val="22"/>
              </w:rPr>
              <w:t>Kolokwium, wypowiedzi w trakcie zajęć, egzamin ustny</w:t>
            </w:r>
          </w:p>
        </w:tc>
        <w:tc>
          <w:tcPr>
            <w:tcW w:w="2117" w:type="dxa"/>
          </w:tcPr>
          <w:p w14:paraId="757ACA61" w14:textId="4F83D864" w:rsidR="0085747A" w:rsidRPr="00FA4405" w:rsidRDefault="0003234F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A4405">
              <w:rPr>
                <w:b w:val="0"/>
                <w:sz w:val="22"/>
              </w:rPr>
              <w:t>wykład , ćwiczenia</w:t>
            </w:r>
          </w:p>
        </w:tc>
      </w:tr>
      <w:tr w:rsidR="0085747A" w:rsidRPr="00FA4405" w14:paraId="1B6B4E3E" w14:textId="77777777" w:rsidTr="00777E91">
        <w:tc>
          <w:tcPr>
            <w:tcW w:w="1962" w:type="dxa"/>
          </w:tcPr>
          <w:p w14:paraId="2421C9D5" w14:textId="77777777" w:rsidR="0085747A" w:rsidRPr="00FA4405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A4405">
              <w:rPr>
                <w:b w:val="0"/>
                <w:sz w:val="22"/>
              </w:rPr>
              <w:t>Ek_ 02</w:t>
            </w:r>
          </w:p>
        </w:tc>
        <w:tc>
          <w:tcPr>
            <w:tcW w:w="5441" w:type="dxa"/>
          </w:tcPr>
          <w:p w14:paraId="3F48BBC2" w14:textId="51FF05A8" w:rsidR="0085747A" w:rsidRPr="00FA4405" w:rsidRDefault="0082051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A4405">
              <w:rPr>
                <w:b w:val="0"/>
                <w:smallCaps w:val="0"/>
                <w:color w:val="000000"/>
                <w:sz w:val="22"/>
              </w:rPr>
              <w:t>E</w:t>
            </w:r>
            <w:r w:rsidR="00960EAC" w:rsidRPr="00FA4405">
              <w:rPr>
                <w:b w:val="0"/>
                <w:smallCaps w:val="0"/>
                <w:color w:val="000000"/>
                <w:sz w:val="22"/>
              </w:rPr>
              <w:t>gzamin ustny</w:t>
            </w:r>
          </w:p>
        </w:tc>
        <w:tc>
          <w:tcPr>
            <w:tcW w:w="2117" w:type="dxa"/>
          </w:tcPr>
          <w:p w14:paraId="6457E7FA" w14:textId="63EC0BB1" w:rsidR="0085747A" w:rsidRPr="00FA4405" w:rsidRDefault="0003234F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A4405">
              <w:rPr>
                <w:b w:val="0"/>
                <w:sz w:val="22"/>
              </w:rPr>
              <w:t>wykład</w:t>
            </w:r>
            <w:r w:rsidR="0082051A" w:rsidRPr="00FA4405">
              <w:rPr>
                <w:b w:val="0"/>
                <w:sz w:val="22"/>
              </w:rPr>
              <w:t>, ćwiczenia</w:t>
            </w:r>
          </w:p>
        </w:tc>
      </w:tr>
      <w:tr w:rsidR="00777E91" w:rsidRPr="00FA4405" w14:paraId="0FC28E19" w14:textId="77777777" w:rsidTr="00777E91">
        <w:tc>
          <w:tcPr>
            <w:tcW w:w="1962" w:type="dxa"/>
          </w:tcPr>
          <w:p w14:paraId="79283FC3" w14:textId="38A08820" w:rsidR="00777E91" w:rsidRPr="00FA4405" w:rsidRDefault="00777E91" w:rsidP="00777E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A4405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441" w:type="dxa"/>
          </w:tcPr>
          <w:p w14:paraId="18230FE8" w14:textId="5F4DC79E" w:rsidR="00777E91" w:rsidRPr="00FA4405" w:rsidRDefault="00960EAC" w:rsidP="00777E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A4405">
              <w:rPr>
                <w:b w:val="0"/>
                <w:smallCaps w:val="0"/>
                <w:color w:val="000000"/>
                <w:sz w:val="22"/>
              </w:rPr>
              <w:t>Kolokwium, wypowiedzi w trakcie zajęć, egzamin ustny</w:t>
            </w:r>
          </w:p>
        </w:tc>
        <w:tc>
          <w:tcPr>
            <w:tcW w:w="2117" w:type="dxa"/>
          </w:tcPr>
          <w:p w14:paraId="1425F8B2" w14:textId="1DA6925A" w:rsidR="00777E91" w:rsidRPr="00FA4405" w:rsidRDefault="0003234F" w:rsidP="00777E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A4405">
              <w:rPr>
                <w:b w:val="0"/>
                <w:sz w:val="22"/>
              </w:rPr>
              <w:t>wykład , ćwiczenia</w:t>
            </w:r>
          </w:p>
        </w:tc>
      </w:tr>
      <w:tr w:rsidR="00777E91" w:rsidRPr="00FA4405" w14:paraId="33962B67" w14:textId="77777777" w:rsidTr="00777E91">
        <w:tc>
          <w:tcPr>
            <w:tcW w:w="1962" w:type="dxa"/>
          </w:tcPr>
          <w:p w14:paraId="4CD879B7" w14:textId="526DC516" w:rsidR="00777E91" w:rsidRPr="00FA4405" w:rsidRDefault="00777E91" w:rsidP="00777E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A4405">
              <w:rPr>
                <w:b w:val="0"/>
                <w:smallCaps w:val="0"/>
                <w:sz w:val="22"/>
              </w:rPr>
              <w:t>EK_0</w:t>
            </w:r>
            <w:r w:rsidR="00D5701B" w:rsidRPr="00FA4405">
              <w:rPr>
                <w:b w:val="0"/>
                <w:smallCaps w:val="0"/>
                <w:sz w:val="22"/>
              </w:rPr>
              <w:t>4</w:t>
            </w:r>
          </w:p>
        </w:tc>
        <w:tc>
          <w:tcPr>
            <w:tcW w:w="5441" w:type="dxa"/>
          </w:tcPr>
          <w:p w14:paraId="27C24164" w14:textId="02058A9F" w:rsidR="00777E91" w:rsidRPr="00FA4405" w:rsidRDefault="00187886" w:rsidP="00777E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A4405">
              <w:rPr>
                <w:b w:val="0"/>
                <w:smallCaps w:val="0"/>
                <w:color w:val="000000"/>
                <w:sz w:val="22"/>
              </w:rPr>
              <w:t>Obserwacja i w</w:t>
            </w:r>
            <w:r w:rsidR="00960EAC" w:rsidRPr="00FA4405">
              <w:rPr>
                <w:b w:val="0"/>
                <w:smallCaps w:val="0"/>
                <w:color w:val="000000"/>
                <w:sz w:val="22"/>
              </w:rPr>
              <w:t>ypowiedzi w trakcie zajęć,</w:t>
            </w:r>
            <w:r w:rsidR="0082051A" w:rsidRPr="00FA4405">
              <w:rPr>
                <w:b w:val="0"/>
                <w:smallCaps w:val="0"/>
                <w:color w:val="000000"/>
                <w:sz w:val="22"/>
              </w:rPr>
              <w:t xml:space="preserve"> </w:t>
            </w:r>
            <w:r w:rsidR="0003234F" w:rsidRPr="00FA4405">
              <w:rPr>
                <w:b w:val="0"/>
                <w:smallCaps w:val="0"/>
                <w:sz w:val="22"/>
              </w:rPr>
              <w:t>praca projektowa</w:t>
            </w:r>
          </w:p>
        </w:tc>
        <w:tc>
          <w:tcPr>
            <w:tcW w:w="2117" w:type="dxa"/>
          </w:tcPr>
          <w:p w14:paraId="62535FFC" w14:textId="36BA8AD6" w:rsidR="00777E91" w:rsidRPr="00FA4405" w:rsidRDefault="0082051A" w:rsidP="00777E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A4405">
              <w:rPr>
                <w:b w:val="0"/>
                <w:sz w:val="22"/>
              </w:rPr>
              <w:t>wykład , ćwiczenia</w:t>
            </w:r>
          </w:p>
        </w:tc>
      </w:tr>
      <w:tr w:rsidR="00777E91" w:rsidRPr="00FA4405" w14:paraId="76514803" w14:textId="77777777" w:rsidTr="00777E91">
        <w:tc>
          <w:tcPr>
            <w:tcW w:w="1962" w:type="dxa"/>
          </w:tcPr>
          <w:p w14:paraId="773F01AF" w14:textId="151A24AE" w:rsidR="00777E91" w:rsidRPr="00FA4405" w:rsidRDefault="00777E91" w:rsidP="00777E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A4405">
              <w:rPr>
                <w:b w:val="0"/>
                <w:smallCaps w:val="0"/>
                <w:sz w:val="22"/>
              </w:rPr>
              <w:t>EK_0</w:t>
            </w:r>
            <w:r w:rsidR="00D5701B" w:rsidRPr="00FA4405">
              <w:rPr>
                <w:b w:val="0"/>
                <w:smallCaps w:val="0"/>
                <w:sz w:val="22"/>
              </w:rPr>
              <w:t>5</w:t>
            </w:r>
          </w:p>
        </w:tc>
        <w:tc>
          <w:tcPr>
            <w:tcW w:w="5441" w:type="dxa"/>
          </w:tcPr>
          <w:p w14:paraId="473084F2" w14:textId="28F93E47" w:rsidR="00777E91" w:rsidRPr="00FA4405" w:rsidRDefault="00187886" w:rsidP="00777E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A4405">
              <w:rPr>
                <w:b w:val="0"/>
                <w:smallCaps w:val="0"/>
                <w:color w:val="000000"/>
                <w:sz w:val="22"/>
              </w:rPr>
              <w:t>Obserwacja i w</w:t>
            </w:r>
            <w:r w:rsidR="00960EAC" w:rsidRPr="00FA4405">
              <w:rPr>
                <w:b w:val="0"/>
                <w:smallCaps w:val="0"/>
                <w:color w:val="000000"/>
                <w:sz w:val="22"/>
              </w:rPr>
              <w:t xml:space="preserve">ypowiedzi w trakcie zajęć, </w:t>
            </w:r>
            <w:r w:rsidR="00960EAC" w:rsidRPr="00FA4405">
              <w:rPr>
                <w:b w:val="0"/>
                <w:smallCaps w:val="0"/>
                <w:sz w:val="22"/>
              </w:rPr>
              <w:t xml:space="preserve"> praca projektowa</w:t>
            </w:r>
          </w:p>
        </w:tc>
        <w:tc>
          <w:tcPr>
            <w:tcW w:w="2117" w:type="dxa"/>
          </w:tcPr>
          <w:p w14:paraId="2B6900D2" w14:textId="545D0ADE" w:rsidR="00777E91" w:rsidRPr="00FA4405" w:rsidRDefault="0082051A" w:rsidP="00777E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A4405">
              <w:rPr>
                <w:b w:val="0"/>
                <w:sz w:val="22"/>
              </w:rPr>
              <w:t>ćwiczenia</w:t>
            </w:r>
          </w:p>
        </w:tc>
      </w:tr>
      <w:tr w:rsidR="00777E91" w:rsidRPr="00FA4405" w14:paraId="54235C99" w14:textId="77777777" w:rsidTr="00777E91">
        <w:tc>
          <w:tcPr>
            <w:tcW w:w="1962" w:type="dxa"/>
          </w:tcPr>
          <w:p w14:paraId="645597F4" w14:textId="760E68D6" w:rsidR="00777E91" w:rsidRPr="00FA4405" w:rsidRDefault="00777E91" w:rsidP="00777E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A4405">
              <w:rPr>
                <w:b w:val="0"/>
                <w:smallCaps w:val="0"/>
                <w:sz w:val="22"/>
              </w:rPr>
              <w:t>EK_0</w:t>
            </w:r>
            <w:r w:rsidR="00D5701B" w:rsidRPr="00FA4405">
              <w:rPr>
                <w:b w:val="0"/>
                <w:smallCaps w:val="0"/>
                <w:sz w:val="22"/>
              </w:rPr>
              <w:t>6</w:t>
            </w:r>
          </w:p>
        </w:tc>
        <w:tc>
          <w:tcPr>
            <w:tcW w:w="5441" w:type="dxa"/>
          </w:tcPr>
          <w:p w14:paraId="42B35524" w14:textId="789A237B" w:rsidR="00777E91" w:rsidRPr="00FA4405" w:rsidRDefault="00187886" w:rsidP="00777E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A4405">
              <w:rPr>
                <w:b w:val="0"/>
                <w:smallCaps w:val="0"/>
                <w:color w:val="000000"/>
                <w:sz w:val="22"/>
              </w:rPr>
              <w:t>Obserwacja i w</w:t>
            </w:r>
            <w:r w:rsidR="00960EAC" w:rsidRPr="00FA4405">
              <w:rPr>
                <w:b w:val="0"/>
                <w:smallCaps w:val="0"/>
                <w:color w:val="000000"/>
                <w:sz w:val="22"/>
              </w:rPr>
              <w:t xml:space="preserve">ypowiedzi w trakcie zajęć, </w:t>
            </w:r>
            <w:r w:rsidR="00960EAC" w:rsidRPr="00FA4405">
              <w:rPr>
                <w:b w:val="0"/>
                <w:smallCaps w:val="0"/>
                <w:sz w:val="22"/>
              </w:rPr>
              <w:t>praca projektowa</w:t>
            </w:r>
          </w:p>
        </w:tc>
        <w:tc>
          <w:tcPr>
            <w:tcW w:w="2117" w:type="dxa"/>
          </w:tcPr>
          <w:p w14:paraId="74D61653" w14:textId="72ACA2FA" w:rsidR="00777E91" w:rsidRPr="00FA4405" w:rsidRDefault="0082051A" w:rsidP="00777E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A4405">
              <w:rPr>
                <w:b w:val="0"/>
                <w:sz w:val="22"/>
              </w:rPr>
              <w:t>ćwiczenia</w:t>
            </w:r>
          </w:p>
        </w:tc>
      </w:tr>
      <w:tr w:rsidR="00777E91" w:rsidRPr="00FA4405" w14:paraId="06F723EC" w14:textId="77777777" w:rsidTr="00777E91">
        <w:tc>
          <w:tcPr>
            <w:tcW w:w="1962" w:type="dxa"/>
          </w:tcPr>
          <w:p w14:paraId="2F54B2E0" w14:textId="15C0DB03" w:rsidR="00777E91" w:rsidRPr="00FA4405" w:rsidRDefault="00777E91" w:rsidP="00777E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A4405">
              <w:rPr>
                <w:b w:val="0"/>
                <w:smallCaps w:val="0"/>
                <w:sz w:val="22"/>
              </w:rPr>
              <w:t>EK_0</w:t>
            </w:r>
            <w:r w:rsidR="00D5701B" w:rsidRPr="00FA4405">
              <w:rPr>
                <w:b w:val="0"/>
                <w:smallCaps w:val="0"/>
                <w:sz w:val="22"/>
              </w:rPr>
              <w:t>7</w:t>
            </w:r>
          </w:p>
        </w:tc>
        <w:tc>
          <w:tcPr>
            <w:tcW w:w="5441" w:type="dxa"/>
          </w:tcPr>
          <w:p w14:paraId="5F5EFCA3" w14:textId="0E9B2E35" w:rsidR="00777E91" w:rsidRPr="00FA4405" w:rsidRDefault="00187886" w:rsidP="00777E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A4405">
              <w:rPr>
                <w:b w:val="0"/>
                <w:smallCaps w:val="0"/>
                <w:color w:val="000000"/>
                <w:sz w:val="22"/>
              </w:rPr>
              <w:t>Obserwacja i w</w:t>
            </w:r>
            <w:r w:rsidR="00960EAC" w:rsidRPr="00FA4405">
              <w:rPr>
                <w:b w:val="0"/>
                <w:smallCaps w:val="0"/>
                <w:color w:val="000000"/>
                <w:sz w:val="22"/>
              </w:rPr>
              <w:t>ypowiedzi w trakcie zajęć, egzamin ustny</w:t>
            </w:r>
          </w:p>
        </w:tc>
        <w:tc>
          <w:tcPr>
            <w:tcW w:w="2117" w:type="dxa"/>
          </w:tcPr>
          <w:p w14:paraId="5A0EDB12" w14:textId="5EAFA4BA" w:rsidR="00777E91" w:rsidRPr="00FA4405" w:rsidRDefault="0082051A" w:rsidP="00777E9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A4405">
              <w:rPr>
                <w:b w:val="0"/>
                <w:sz w:val="22"/>
              </w:rPr>
              <w:t>wykład , ćwiczenia</w:t>
            </w:r>
          </w:p>
        </w:tc>
      </w:tr>
    </w:tbl>
    <w:p w14:paraId="7EA573FD" w14:textId="77777777" w:rsidR="00923D7D" w:rsidRPr="00FA4405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2C5FBE74" w14:textId="77777777" w:rsidR="0085747A" w:rsidRPr="00FA4405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FA4405">
        <w:rPr>
          <w:smallCaps w:val="0"/>
          <w:sz w:val="22"/>
        </w:rPr>
        <w:t xml:space="preserve">4.2 </w:t>
      </w:r>
      <w:r w:rsidR="0085747A" w:rsidRPr="00FA4405">
        <w:rPr>
          <w:smallCaps w:val="0"/>
          <w:sz w:val="22"/>
        </w:rPr>
        <w:t>Warunki zaliczenia przedmiotu (kryteria oceniania)</w:t>
      </w:r>
      <w:r w:rsidR="00923D7D" w:rsidRPr="00FA4405">
        <w:rPr>
          <w:smallCaps w:val="0"/>
          <w:sz w:val="22"/>
        </w:rPr>
        <w:t xml:space="preserve"> </w:t>
      </w:r>
    </w:p>
    <w:p w14:paraId="701A2042" w14:textId="77777777" w:rsidR="00923D7D" w:rsidRPr="00FA4405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4405" w14:paraId="54759591" w14:textId="77777777" w:rsidTr="00923D7D">
        <w:tc>
          <w:tcPr>
            <w:tcW w:w="9670" w:type="dxa"/>
          </w:tcPr>
          <w:p w14:paraId="415A071B" w14:textId="77777777" w:rsidR="00112758" w:rsidRPr="00FA4405" w:rsidRDefault="00112758" w:rsidP="008A03C6">
            <w:pPr>
              <w:spacing w:after="0" w:line="240" w:lineRule="auto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>Zaliczenie wykładu na podstawie obowiązkowej obecności.</w:t>
            </w:r>
          </w:p>
          <w:p w14:paraId="35CF5D51" w14:textId="66C66AE1" w:rsidR="00112758" w:rsidRPr="00FA4405" w:rsidRDefault="00112758" w:rsidP="008A03C6">
            <w:pPr>
              <w:spacing w:after="0" w:line="240" w:lineRule="auto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>Zaliczenie ćwiczeń</w:t>
            </w:r>
            <w:r w:rsidR="0082051A" w:rsidRPr="00FA4405">
              <w:rPr>
                <w:rFonts w:ascii="Times New Roman" w:hAnsi="Times New Roman"/>
              </w:rPr>
              <w:t xml:space="preserve">: </w:t>
            </w:r>
          </w:p>
          <w:p w14:paraId="6F3BC357" w14:textId="27148334" w:rsidR="00112758" w:rsidRPr="00FA4405" w:rsidRDefault="00112758" w:rsidP="008A03C6">
            <w:pPr>
              <w:spacing w:after="0" w:line="240" w:lineRule="auto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 xml:space="preserve"> Semestr I: Obecność</w:t>
            </w:r>
            <w:r w:rsidR="0082051A" w:rsidRPr="00FA4405">
              <w:rPr>
                <w:rFonts w:ascii="Times New Roman" w:hAnsi="Times New Roman"/>
              </w:rPr>
              <w:t xml:space="preserve"> na zajęciach</w:t>
            </w:r>
            <w:r w:rsidRPr="00FA4405">
              <w:rPr>
                <w:rFonts w:ascii="Times New Roman" w:hAnsi="Times New Roman"/>
              </w:rPr>
              <w:t xml:space="preserve">, przygotowanie </w:t>
            </w:r>
            <w:r w:rsidR="0082051A" w:rsidRPr="00FA4405">
              <w:rPr>
                <w:rFonts w:ascii="Times New Roman" w:hAnsi="Times New Roman"/>
              </w:rPr>
              <w:t xml:space="preserve">się do zajęć, </w:t>
            </w:r>
            <w:r w:rsidRPr="00FA4405">
              <w:rPr>
                <w:rFonts w:ascii="Times New Roman" w:hAnsi="Times New Roman"/>
              </w:rPr>
              <w:t>kolokwium</w:t>
            </w:r>
            <w:r w:rsidR="008A03C6" w:rsidRPr="00FA4405">
              <w:rPr>
                <w:rFonts w:ascii="Times New Roman" w:hAnsi="Times New Roman"/>
              </w:rPr>
              <w:t xml:space="preserve"> (min. 60% z zakresu wymaganej wiedzy)</w:t>
            </w:r>
          </w:p>
          <w:p w14:paraId="62C1D56B" w14:textId="091D605C" w:rsidR="00112758" w:rsidRPr="00FA4405" w:rsidRDefault="00112758" w:rsidP="008A03C6">
            <w:pPr>
              <w:spacing w:after="0" w:line="240" w:lineRule="auto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 xml:space="preserve">Semestr II: </w:t>
            </w:r>
            <w:r w:rsidR="006C3722" w:rsidRPr="00FA4405">
              <w:rPr>
                <w:rFonts w:ascii="Times New Roman" w:hAnsi="Times New Roman"/>
              </w:rPr>
              <w:t xml:space="preserve">przygotowanie </w:t>
            </w:r>
            <w:r w:rsidR="008A03C6" w:rsidRPr="00FA4405">
              <w:rPr>
                <w:rFonts w:ascii="Times New Roman" w:hAnsi="Times New Roman"/>
              </w:rPr>
              <w:t xml:space="preserve">się </w:t>
            </w:r>
            <w:r w:rsidR="006C3722" w:rsidRPr="00FA4405">
              <w:rPr>
                <w:rFonts w:ascii="Times New Roman" w:hAnsi="Times New Roman"/>
              </w:rPr>
              <w:t>do zajęć</w:t>
            </w:r>
            <w:r w:rsidR="008A03C6" w:rsidRPr="00FA4405">
              <w:rPr>
                <w:rFonts w:ascii="Times New Roman" w:hAnsi="Times New Roman"/>
              </w:rPr>
              <w:t xml:space="preserve">, </w:t>
            </w:r>
            <w:r w:rsidR="006C3722" w:rsidRPr="00FA4405">
              <w:rPr>
                <w:rFonts w:ascii="Times New Roman" w:hAnsi="Times New Roman"/>
              </w:rPr>
              <w:t>aktywność na zajęciach</w:t>
            </w:r>
            <w:r w:rsidRPr="00FA4405">
              <w:rPr>
                <w:rFonts w:ascii="Times New Roman" w:hAnsi="Times New Roman"/>
              </w:rPr>
              <w:t xml:space="preserve">, zaprezentowanie pracy projektowej. </w:t>
            </w:r>
          </w:p>
          <w:p w14:paraId="63F8A241" w14:textId="30F7F3C3" w:rsidR="0085747A" w:rsidRPr="00FA4405" w:rsidRDefault="00112758" w:rsidP="008D72C4">
            <w:pPr>
              <w:spacing w:after="0" w:line="240" w:lineRule="auto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>Pozytywna ocena z egzaminu ustnego</w:t>
            </w:r>
            <w:r w:rsidR="008A03C6" w:rsidRPr="00FA4405">
              <w:rPr>
                <w:rFonts w:ascii="Times New Roman" w:hAnsi="Times New Roman"/>
              </w:rPr>
              <w:t xml:space="preserve"> (min. 60% z zakresu wymaganej wiedzy)</w:t>
            </w:r>
          </w:p>
        </w:tc>
      </w:tr>
    </w:tbl>
    <w:p w14:paraId="3DF7C27A" w14:textId="77777777" w:rsidR="0085747A" w:rsidRPr="00FA4405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64ECA440" w14:textId="3358D551" w:rsidR="009F4610" w:rsidRPr="00FA4405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FA4405">
        <w:rPr>
          <w:rFonts w:ascii="Times New Roman" w:hAnsi="Times New Roman"/>
          <w:b/>
        </w:rPr>
        <w:lastRenderedPageBreak/>
        <w:t xml:space="preserve">5. </w:t>
      </w:r>
      <w:r w:rsidR="00FA4405">
        <w:rPr>
          <w:rFonts w:ascii="Times New Roman" w:hAnsi="Times New Roman"/>
          <w:b/>
        </w:rPr>
        <w:tab/>
      </w:r>
      <w:r w:rsidR="00C61DC5" w:rsidRPr="00FA4405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14:paraId="65661499" w14:textId="77777777" w:rsidR="0085747A" w:rsidRPr="00FA4405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FA4405" w14:paraId="75CF2705" w14:textId="77777777" w:rsidTr="003E1941">
        <w:tc>
          <w:tcPr>
            <w:tcW w:w="4962" w:type="dxa"/>
            <w:vAlign w:val="center"/>
          </w:tcPr>
          <w:p w14:paraId="18311A42" w14:textId="77777777" w:rsidR="0085747A" w:rsidRPr="00FA440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A4405">
              <w:rPr>
                <w:rFonts w:ascii="Times New Roman" w:hAnsi="Times New Roman"/>
                <w:b/>
              </w:rPr>
              <w:t>Forma a</w:t>
            </w:r>
            <w:r w:rsidR="0085747A" w:rsidRPr="00FA4405">
              <w:rPr>
                <w:rFonts w:ascii="Times New Roman" w:hAnsi="Times New Roman"/>
                <w:b/>
              </w:rPr>
              <w:t>ktywnoś</w:t>
            </w:r>
            <w:r w:rsidRPr="00FA4405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2EC9264D" w14:textId="77777777" w:rsidR="0085747A" w:rsidRPr="00FA440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A4405">
              <w:rPr>
                <w:rFonts w:ascii="Times New Roman" w:hAnsi="Times New Roman"/>
                <w:b/>
              </w:rPr>
              <w:t>Średnia l</w:t>
            </w:r>
            <w:r w:rsidR="0085747A" w:rsidRPr="00FA4405">
              <w:rPr>
                <w:rFonts w:ascii="Times New Roman" w:hAnsi="Times New Roman"/>
                <w:b/>
              </w:rPr>
              <w:t>iczba godzin</w:t>
            </w:r>
            <w:r w:rsidR="0071620A" w:rsidRPr="00FA4405">
              <w:rPr>
                <w:rFonts w:ascii="Times New Roman" w:hAnsi="Times New Roman"/>
                <w:b/>
              </w:rPr>
              <w:t xml:space="preserve"> </w:t>
            </w:r>
            <w:r w:rsidRPr="00FA4405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FA4405" w14:paraId="75AC5734" w14:textId="77777777" w:rsidTr="00923D7D">
        <w:tc>
          <w:tcPr>
            <w:tcW w:w="4962" w:type="dxa"/>
          </w:tcPr>
          <w:p w14:paraId="2718DCDC" w14:textId="77777777" w:rsidR="0085747A" w:rsidRPr="00FA4405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>G</w:t>
            </w:r>
            <w:r w:rsidR="0085747A" w:rsidRPr="00FA4405">
              <w:rPr>
                <w:rFonts w:ascii="Times New Roman" w:hAnsi="Times New Roman"/>
              </w:rPr>
              <w:t xml:space="preserve">odziny </w:t>
            </w:r>
            <w:r w:rsidRPr="00FA4405">
              <w:rPr>
                <w:rFonts w:ascii="Times New Roman" w:hAnsi="Times New Roman"/>
              </w:rPr>
              <w:t>kontaktowe</w:t>
            </w:r>
            <w:r w:rsidR="0085747A" w:rsidRPr="00FA4405">
              <w:rPr>
                <w:rFonts w:ascii="Times New Roman" w:hAnsi="Times New Roman"/>
              </w:rPr>
              <w:t xml:space="preserve"> w</w:t>
            </w:r>
            <w:r w:rsidRPr="00FA4405">
              <w:rPr>
                <w:rFonts w:ascii="Times New Roman" w:hAnsi="Times New Roman"/>
              </w:rPr>
              <w:t>ynikające</w:t>
            </w:r>
            <w:r w:rsidR="0085747A" w:rsidRPr="00FA4405">
              <w:rPr>
                <w:rFonts w:ascii="Times New Roman" w:hAnsi="Times New Roman"/>
              </w:rPr>
              <w:t xml:space="preserve"> z</w:t>
            </w:r>
            <w:r w:rsidR="009C1331" w:rsidRPr="00FA4405">
              <w:rPr>
                <w:rFonts w:ascii="Times New Roman" w:hAnsi="Times New Roman"/>
              </w:rPr>
              <w:t> </w:t>
            </w:r>
            <w:r w:rsidR="0045729E" w:rsidRPr="00FA4405">
              <w:rPr>
                <w:rFonts w:ascii="Times New Roman" w:hAnsi="Times New Roman"/>
              </w:rPr>
              <w:t>harmonogramu</w:t>
            </w:r>
            <w:r w:rsidR="0085747A" w:rsidRPr="00FA4405">
              <w:rPr>
                <w:rFonts w:ascii="Times New Roman" w:hAnsi="Times New Roman"/>
              </w:rPr>
              <w:t xml:space="preserve"> </w:t>
            </w:r>
            <w:r w:rsidRPr="00FA4405">
              <w:rPr>
                <w:rFonts w:ascii="Times New Roman" w:hAnsi="Times New Roman"/>
              </w:rPr>
              <w:t>studiów</w:t>
            </w:r>
            <w:r w:rsidR="0045729E" w:rsidRPr="00FA440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14:paraId="7FDDA914" w14:textId="18DD9EA6" w:rsidR="0085747A" w:rsidRPr="00FA4405" w:rsidRDefault="00D5701B" w:rsidP="008D72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  <w:b/>
              </w:rPr>
              <w:t>45</w:t>
            </w:r>
            <w:r w:rsidRPr="00FA4405">
              <w:rPr>
                <w:rFonts w:ascii="Times New Roman" w:hAnsi="Times New Roman"/>
              </w:rPr>
              <w:t xml:space="preserve"> </w:t>
            </w:r>
            <w:r w:rsidR="00147412" w:rsidRPr="00FA4405">
              <w:rPr>
                <w:rFonts w:ascii="Times New Roman" w:hAnsi="Times New Roman"/>
              </w:rPr>
              <w:t>godz.</w:t>
            </w:r>
          </w:p>
        </w:tc>
      </w:tr>
      <w:tr w:rsidR="00C61DC5" w:rsidRPr="00FA4405" w14:paraId="792B9E85" w14:textId="77777777" w:rsidTr="00923D7D">
        <w:tc>
          <w:tcPr>
            <w:tcW w:w="4962" w:type="dxa"/>
          </w:tcPr>
          <w:p w14:paraId="6F9A584E" w14:textId="595DCBE4" w:rsidR="00C61DC5" w:rsidRPr="00FA4405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>Inne z udziałem nauczyciela</w:t>
            </w:r>
            <w:r w:rsidR="0045729E" w:rsidRPr="00FA4405">
              <w:rPr>
                <w:rFonts w:ascii="Times New Roman" w:hAnsi="Times New Roman"/>
              </w:rPr>
              <w:t xml:space="preserve"> akademickiego</w:t>
            </w:r>
          </w:p>
          <w:p w14:paraId="1037C0D8" w14:textId="77777777" w:rsidR="00D5701B" w:rsidRPr="00FA4405" w:rsidRDefault="00D5701B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>-</w:t>
            </w:r>
            <w:r w:rsidR="00C61DC5" w:rsidRPr="00FA4405">
              <w:rPr>
                <w:rFonts w:ascii="Times New Roman" w:hAnsi="Times New Roman"/>
              </w:rPr>
              <w:t>udział w konsultacjach</w:t>
            </w:r>
          </w:p>
          <w:p w14:paraId="0F3A9044" w14:textId="58FA1DFB" w:rsidR="00C61DC5" w:rsidRPr="00FA4405" w:rsidRDefault="00D5701B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 xml:space="preserve">-udział w </w:t>
            </w:r>
            <w:r w:rsidR="00C61DC5" w:rsidRPr="00FA4405">
              <w:rPr>
                <w:rFonts w:ascii="Times New Roman" w:hAnsi="Times New Roman"/>
              </w:rPr>
              <w:t xml:space="preserve"> egzaminie</w:t>
            </w:r>
          </w:p>
        </w:tc>
        <w:tc>
          <w:tcPr>
            <w:tcW w:w="4677" w:type="dxa"/>
          </w:tcPr>
          <w:p w14:paraId="536A964B" w14:textId="77777777" w:rsidR="00C61DC5" w:rsidRPr="00FA4405" w:rsidRDefault="00C61DC5" w:rsidP="008D72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14:paraId="3E31E438" w14:textId="091C1728" w:rsidR="00B400BD" w:rsidRPr="00FA4405" w:rsidRDefault="00B400BD" w:rsidP="008D72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>2 godz.</w:t>
            </w:r>
          </w:p>
          <w:p w14:paraId="15B10CA3" w14:textId="202B7BF5" w:rsidR="00147412" w:rsidRPr="00FA4405" w:rsidRDefault="00147412" w:rsidP="008D72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>2 godz.</w:t>
            </w:r>
          </w:p>
          <w:p w14:paraId="54BD31C8" w14:textId="276DE689" w:rsidR="00147412" w:rsidRPr="00FA4405" w:rsidRDefault="00147412" w:rsidP="008D72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C61DC5" w:rsidRPr="00FA4405" w14:paraId="4999187A" w14:textId="77777777" w:rsidTr="00923D7D">
        <w:tc>
          <w:tcPr>
            <w:tcW w:w="4962" w:type="dxa"/>
          </w:tcPr>
          <w:p w14:paraId="196D3E7E" w14:textId="251F2DA4" w:rsidR="0071620A" w:rsidRPr="00FA4405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>Godziny niekontaktowe – praca własna studenta</w:t>
            </w:r>
          </w:p>
          <w:p w14:paraId="3826ACCB" w14:textId="1EC70BDE" w:rsidR="00D5701B" w:rsidRPr="00FA4405" w:rsidRDefault="00D5701B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>-przygotowanie pracy projektowej dotyczącej diagnozy sytuacji w wybranej rodzinie dysfunkcyjnej</w:t>
            </w:r>
          </w:p>
          <w:p w14:paraId="0AF25744" w14:textId="77777777" w:rsidR="00D5701B" w:rsidRPr="00FA4405" w:rsidRDefault="00D5701B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>-</w:t>
            </w:r>
            <w:r w:rsidR="00C61DC5" w:rsidRPr="00FA4405">
              <w:rPr>
                <w:rFonts w:ascii="Times New Roman" w:hAnsi="Times New Roman"/>
              </w:rPr>
              <w:t>przygotowanie do zajęć</w:t>
            </w:r>
          </w:p>
          <w:p w14:paraId="0F032A17" w14:textId="7AD024C1" w:rsidR="00C61DC5" w:rsidRPr="00FA4405" w:rsidRDefault="00D5701B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>-przygotowanie do</w:t>
            </w:r>
            <w:r w:rsidR="00C61DC5" w:rsidRPr="00FA4405">
              <w:rPr>
                <w:rFonts w:ascii="Times New Roman" w:hAnsi="Times New Roman"/>
              </w:rPr>
              <w:t xml:space="preserve"> egzaminu</w:t>
            </w:r>
          </w:p>
        </w:tc>
        <w:tc>
          <w:tcPr>
            <w:tcW w:w="4677" w:type="dxa"/>
          </w:tcPr>
          <w:p w14:paraId="24B94B1B" w14:textId="77777777" w:rsidR="008A03C6" w:rsidRPr="00FA4405" w:rsidRDefault="008A03C6" w:rsidP="008D72C4">
            <w:pPr>
              <w:jc w:val="center"/>
              <w:rPr>
                <w:rFonts w:ascii="Times New Roman" w:hAnsi="Times New Roman"/>
              </w:rPr>
            </w:pPr>
          </w:p>
          <w:p w14:paraId="4AFA5B04" w14:textId="24A3720F" w:rsidR="00147412" w:rsidRPr="00FA4405" w:rsidRDefault="00147412" w:rsidP="008D72C4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>30 godz.</w:t>
            </w:r>
          </w:p>
          <w:p w14:paraId="2D5B5FB3" w14:textId="77777777" w:rsidR="008A03C6" w:rsidRPr="00FA4405" w:rsidRDefault="008A03C6" w:rsidP="008D72C4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  <w:p w14:paraId="2D67895C" w14:textId="49D606A4" w:rsidR="00147412" w:rsidRPr="00FA4405" w:rsidRDefault="00147412" w:rsidP="008D72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>25 godz.</w:t>
            </w:r>
          </w:p>
          <w:p w14:paraId="07725E52" w14:textId="5B28758C" w:rsidR="00147412" w:rsidRPr="00FA4405" w:rsidRDefault="00147412" w:rsidP="008D72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>40 godz.</w:t>
            </w:r>
          </w:p>
        </w:tc>
      </w:tr>
      <w:tr w:rsidR="0085747A" w:rsidRPr="00FA4405" w14:paraId="4FD6EEBB" w14:textId="77777777" w:rsidTr="00923D7D">
        <w:tc>
          <w:tcPr>
            <w:tcW w:w="4962" w:type="dxa"/>
          </w:tcPr>
          <w:p w14:paraId="114CCC00" w14:textId="77777777" w:rsidR="0085747A" w:rsidRPr="00FA4405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14:paraId="4A3AE102" w14:textId="2CD0B9DA" w:rsidR="0085747A" w:rsidRPr="00FA4405" w:rsidRDefault="00147412" w:rsidP="008D72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>1</w:t>
            </w:r>
            <w:r w:rsidR="00427B28" w:rsidRPr="00FA4405">
              <w:rPr>
                <w:rFonts w:ascii="Times New Roman" w:hAnsi="Times New Roman"/>
              </w:rPr>
              <w:t>4</w:t>
            </w:r>
            <w:r w:rsidRPr="00FA4405">
              <w:rPr>
                <w:rFonts w:ascii="Times New Roman" w:hAnsi="Times New Roman"/>
              </w:rPr>
              <w:t>4 godz.</w:t>
            </w:r>
          </w:p>
        </w:tc>
      </w:tr>
      <w:tr w:rsidR="0085747A" w:rsidRPr="00FA4405" w14:paraId="0F16A3A6" w14:textId="77777777" w:rsidTr="00923D7D">
        <w:tc>
          <w:tcPr>
            <w:tcW w:w="4962" w:type="dxa"/>
          </w:tcPr>
          <w:p w14:paraId="03915015" w14:textId="77777777" w:rsidR="0085747A" w:rsidRPr="00FA4405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A4405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78B9E86D" w14:textId="77777777" w:rsidR="0085747A" w:rsidRPr="00FA4405" w:rsidRDefault="00425FCB" w:rsidP="008D72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A4405">
              <w:rPr>
                <w:rFonts w:ascii="Times New Roman" w:hAnsi="Times New Roman"/>
                <w:b/>
              </w:rPr>
              <w:t>5</w:t>
            </w:r>
          </w:p>
        </w:tc>
      </w:tr>
    </w:tbl>
    <w:p w14:paraId="7290C921" w14:textId="77777777" w:rsidR="0085747A" w:rsidRPr="00FA4405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FA4405">
        <w:rPr>
          <w:b w:val="0"/>
          <w:i/>
          <w:smallCaps w:val="0"/>
          <w:sz w:val="22"/>
        </w:rPr>
        <w:t xml:space="preserve">* </w:t>
      </w:r>
      <w:r w:rsidR="00C61DC5" w:rsidRPr="00FA4405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3780EF2D" w14:textId="77777777" w:rsidR="003E1941" w:rsidRPr="00FA4405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6864524F" w14:textId="77777777" w:rsidR="0085747A" w:rsidRPr="00FA4405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FA4405">
        <w:rPr>
          <w:smallCaps w:val="0"/>
          <w:sz w:val="22"/>
        </w:rPr>
        <w:t xml:space="preserve">6. </w:t>
      </w:r>
      <w:r w:rsidR="0085747A" w:rsidRPr="00FA4405">
        <w:rPr>
          <w:smallCaps w:val="0"/>
          <w:sz w:val="22"/>
        </w:rPr>
        <w:t>PRAKTYKI ZAWO</w:t>
      </w:r>
      <w:r w:rsidR="009C1331" w:rsidRPr="00FA4405">
        <w:rPr>
          <w:smallCaps w:val="0"/>
          <w:sz w:val="22"/>
        </w:rPr>
        <w:t>DOWE W RAMACH PRZEDMIOTU</w:t>
      </w:r>
    </w:p>
    <w:p w14:paraId="6BB68D0B" w14:textId="77777777" w:rsidR="0085747A" w:rsidRPr="00FA4405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A4405" w14:paraId="26DBB240" w14:textId="77777777" w:rsidTr="00FA4405">
        <w:trPr>
          <w:trHeight w:val="397"/>
        </w:trPr>
        <w:tc>
          <w:tcPr>
            <w:tcW w:w="3544" w:type="dxa"/>
          </w:tcPr>
          <w:p w14:paraId="554DD1DC" w14:textId="77777777" w:rsidR="0085747A" w:rsidRPr="00FA4405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A4405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2578D04C" w14:textId="58591688" w:rsidR="0085747A" w:rsidRPr="00FA4405" w:rsidRDefault="00D24610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FA4405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FA4405" w14:paraId="5D8D5D3E" w14:textId="77777777" w:rsidTr="00FA4405">
        <w:trPr>
          <w:trHeight w:val="397"/>
        </w:trPr>
        <w:tc>
          <w:tcPr>
            <w:tcW w:w="3544" w:type="dxa"/>
          </w:tcPr>
          <w:p w14:paraId="55521565" w14:textId="77777777" w:rsidR="0085747A" w:rsidRPr="00FA4405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A4405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90B9CDB" w14:textId="33E2B9AA" w:rsidR="0085747A" w:rsidRPr="00FA4405" w:rsidRDefault="00D2461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A4405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14:paraId="133EEBA4" w14:textId="77777777" w:rsidR="003E1941" w:rsidRPr="00FA4405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6FE2BD6E" w14:textId="77777777" w:rsidR="0085747A" w:rsidRPr="00FA4405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FA4405">
        <w:rPr>
          <w:smallCaps w:val="0"/>
          <w:sz w:val="22"/>
        </w:rPr>
        <w:t xml:space="preserve">7. </w:t>
      </w:r>
      <w:r w:rsidR="0085747A" w:rsidRPr="00FA4405">
        <w:rPr>
          <w:smallCaps w:val="0"/>
          <w:sz w:val="22"/>
        </w:rPr>
        <w:t>LITERATURA</w:t>
      </w:r>
      <w:r w:rsidRPr="00FA4405">
        <w:rPr>
          <w:smallCaps w:val="0"/>
          <w:sz w:val="22"/>
        </w:rPr>
        <w:t xml:space="preserve"> </w:t>
      </w:r>
    </w:p>
    <w:p w14:paraId="688A1068" w14:textId="77777777" w:rsidR="00675843" w:rsidRPr="00FA4405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A4405" w14:paraId="21E6E8E1" w14:textId="77777777" w:rsidTr="00FA4405">
        <w:trPr>
          <w:trHeight w:val="397"/>
        </w:trPr>
        <w:tc>
          <w:tcPr>
            <w:tcW w:w="7513" w:type="dxa"/>
          </w:tcPr>
          <w:p w14:paraId="54AE2D8D" w14:textId="2E63A58F" w:rsidR="0085747A" w:rsidRPr="00FA4405" w:rsidRDefault="0085747A" w:rsidP="00D24610">
            <w:pPr>
              <w:pStyle w:val="Punktygwne"/>
              <w:spacing w:before="0" w:after="0" w:line="276" w:lineRule="auto"/>
              <w:contextualSpacing/>
              <w:rPr>
                <w:smallCaps w:val="0"/>
                <w:sz w:val="22"/>
              </w:rPr>
            </w:pPr>
            <w:r w:rsidRPr="00FA4405">
              <w:rPr>
                <w:smallCaps w:val="0"/>
                <w:sz w:val="22"/>
              </w:rPr>
              <w:t>Literatura podstawowa:</w:t>
            </w:r>
          </w:p>
          <w:p w14:paraId="3FD329E1" w14:textId="77777777" w:rsidR="00FA4405" w:rsidRPr="00FA4405" w:rsidRDefault="00FA4405" w:rsidP="00D24610">
            <w:pPr>
              <w:pStyle w:val="Punktygwne"/>
              <w:spacing w:before="0" w:after="0" w:line="276" w:lineRule="auto"/>
              <w:contextualSpacing/>
              <w:rPr>
                <w:b w:val="0"/>
                <w:smallCaps w:val="0"/>
                <w:sz w:val="22"/>
              </w:rPr>
            </w:pPr>
          </w:p>
          <w:p w14:paraId="2A334982" w14:textId="77777777" w:rsidR="00777E91" w:rsidRPr="00FA4405" w:rsidRDefault="00777E91" w:rsidP="00D24610">
            <w:pPr>
              <w:spacing w:after="0"/>
              <w:ind w:left="56"/>
              <w:contextualSpacing/>
              <w:jc w:val="both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>Duraj-Nowakowa K., Gruca-</w:t>
            </w:r>
            <w:proofErr w:type="spellStart"/>
            <w:r w:rsidRPr="00FA4405">
              <w:rPr>
                <w:rFonts w:ascii="Times New Roman" w:hAnsi="Times New Roman"/>
              </w:rPr>
              <w:t>Miąsik</w:t>
            </w:r>
            <w:proofErr w:type="spellEnd"/>
            <w:r w:rsidRPr="00FA4405">
              <w:rPr>
                <w:rFonts w:ascii="Times New Roman" w:hAnsi="Times New Roman"/>
              </w:rPr>
              <w:t xml:space="preserve"> U., </w:t>
            </w:r>
            <w:r w:rsidRPr="00FA4405">
              <w:rPr>
                <w:rFonts w:ascii="Times New Roman" w:hAnsi="Times New Roman"/>
                <w:i/>
                <w:iCs/>
              </w:rPr>
              <w:t>Rodzina, diagnoza, profilaktyka i wsparcie</w:t>
            </w:r>
            <w:r w:rsidRPr="00FA4405">
              <w:rPr>
                <w:rFonts w:ascii="Times New Roman" w:hAnsi="Times New Roman"/>
              </w:rPr>
              <w:t>. Wyd. UR. Rzeszów 2009.</w:t>
            </w:r>
          </w:p>
          <w:p w14:paraId="1F29DBD1" w14:textId="38637E99" w:rsidR="00777E91" w:rsidRPr="00FA4405" w:rsidRDefault="00777E91" w:rsidP="00D24610">
            <w:pPr>
              <w:spacing w:after="0"/>
              <w:ind w:left="56"/>
              <w:contextualSpacing/>
              <w:jc w:val="both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 xml:space="preserve">Janicka I., </w:t>
            </w:r>
            <w:r w:rsidRPr="00FA4405">
              <w:rPr>
                <w:rFonts w:ascii="Times New Roman" w:hAnsi="Times New Roman"/>
                <w:i/>
              </w:rPr>
              <w:t>Rodzice i dzieci w różnych systemach rodzinnych,</w:t>
            </w:r>
            <w:r w:rsidRPr="00FA4405">
              <w:rPr>
                <w:rFonts w:ascii="Times New Roman" w:hAnsi="Times New Roman"/>
              </w:rPr>
              <w:t xml:space="preserve"> </w:t>
            </w:r>
            <w:r w:rsidR="00E83B58" w:rsidRPr="00FA4405">
              <w:rPr>
                <w:rFonts w:ascii="Times New Roman" w:hAnsi="Times New Roman"/>
              </w:rPr>
              <w:t xml:space="preserve">Wyd. Impuls, </w:t>
            </w:r>
            <w:r w:rsidRPr="00FA4405">
              <w:rPr>
                <w:rFonts w:ascii="Times New Roman" w:hAnsi="Times New Roman"/>
              </w:rPr>
              <w:t>Kraków 2010.</w:t>
            </w:r>
          </w:p>
          <w:p w14:paraId="5BFC8806" w14:textId="41E13FC7" w:rsidR="009755E1" w:rsidRPr="00FA4405" w:rsidRDefault="009755E1" w:rsidP="00D24610">
            <w:pPr>
              <w:spacing w:after="0"/>
              <w:ind w:left="56"/>
              <w:contextualSpacing/>
              <w:jc w:val="both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 xml:space="preserve">Janicka I., Liberska H. (red.), </w:t>
            </w:r>
            <w:r w:rsidRPr="00FA4405">
              <w:rPr>
                <w:rFonts w:ascii="Times New Roman" w:hAnsi="Times New Roman"/>
                <w:i/>
                <w:iCs/>
              </w:rPr>
              <w:t>Psychologia rodziny</w:t>
            </w:r>
            <w:r w:rsidRPr="00FA4405">
              <w:rPr>
                <w:rFonts w:ascii="Times New Roman" w:hAnsi="Times New Roman"/>
              </w:rPr>
              <w:t>, PWN, Warszawa 2019.</w:t>
            </w:r>
          </w:p>
          <w:p w14:paraId="13A451E8" w14:textId="136DF3C0" w:rsidR="00777E91" w:rsidRPr="00FA4405" w:rsidRDefault="00777E91" w:rsidP="00D24610">
            <w:pPr>
              <w:pStyle w:val="Standard"/>
              <w:spacing w:line="276" w:lineRule="auto"/>
              <w:ind w:left="56"/>
              <w:contextualSpacing/>
              <w:rPr>
                <w:rFonts w:eastAsia="TimesNewRomanPSMT" w:cs="Times New Roman"/>
                <w:sz w:val="22"/>
                <w:szCs w:val="22"/>
              </w:rPr>
            </w:pPr>
            <w:r w:rsidRPr="00FA4405">
              <w:rPr>
                <w:rFonts w:eastAsia="TimesNewRomanPSMT" w:cs="Times New Roman"/>
                <w:sz w:val="22"/>
                <w:szCs w:val="22"/>
              </w:rPr>
              <w:t xml:space="preserve">Jarosz E., Wysocka E., </w:t>
            </w:r>
            <w:r w:rsidRPr="00FA4405">
              <w:rPr>
                <w:rFonts w:eastAsia="TimesNewRomanPSMT" w:cs="Times New Roman"/>
                <w:i/>
                <w:iCs/>
                <w:sz w:val="22"/>
                <w:szCs w:val="22"/>
              </w:rPr>
              <w:t>Diagnoza psychopedagogiczna – podstawowe problemy i rozwiązania</w:t>
            </w:r>
            <w:r w:rsidRPr="00FA4405">
              <w:rPr>
                <w:rFonts w:eastAsia="TimesNewRomanPSMT" w:cs="Times New Roman"/>
                <w:sz w:val="22"/>
                <w:szCs w:val="22"/>
              </w:rPr>
              <w:t xml:space="preserve">, </w:t>
            </w:r>
            <w:r w:rsidR="009755E1" w:rsidRPr="00FA4405">
              <w:rPr>
                <w:rFonts w:eastAsia="TimesNewRomanPSMT" w:cs="Times New Roman"/>
                <w:sz w:val="22"/>
                <w:szCs w:val="22"/>
              </w:rPr>
              <w:t xml:space="preserve">Wyd. Akademickie „Żak”, </w:t>
            </w:r>
            <w:r w:rsidRPr="00FA4405">
              <w:rPr>
                <w:rFonts w:eastAsia="TimesNewRomanPSMT" w:cs="Times New Roman"/>
                <w:sz w:val="22"/>
                <w:szCs w:val="22"/>
              </w:rPr>
              <w:t>Warszawa 2006.</w:t>
            </w:r>
          </w:p>
        </w:tc>
      </w:tr>
      <w:tr w:rsidR="0085747A" w:rsidRPr="00FA4405" w14:paraId="12E0232F" w14:textId="77777777" w:rsidTr="00FA4405">
        <w:trPr>
          <w:trHeight w:val="397"/>
        </w:trPr>
        <w:tc>
          <w:tcPr>
            <w:tcW w:w="7513" w:type="dxa"/>
          </w:tcPr>
          <w:p w14:paraId="2077A9C7" w14:textId="22FA68CB" w:rsidR="009755E1" w:rsidRPr="00FA4405" w:rsidRDefault="0085747A" w:rsidP="00D24610">
            <w:pPr>
              <w:spacing w:after="0"/>
              <w:ind w:left="56"/>
              <w:jc w:val="both"/>
              <w:rPr>
                <w:rFonts w:ascii="Times New Roman" w:hAnsi="Times New Roman"/>
                <w:b/>
              </w:rPr>
            </w:pPr>
            <w:r w:rsidRPr="00FA4405">
              <w:rPr>
                <w:rFonts w:ascii="Times New Roman" w:hAnsi="Times New Roman"/>
                <w:b/>
              </w:rPr>
              <w:t xml:space="preserve">Literatura uzupełniająca: </w:t>
            </w:r>
          </w:p>
          <w:p w14:paraId="7B92F53B" w14:textId="77777777" w:rsidR="00FA4405" w:rsidRPr="00FA4405" w:rsidRDefault="00FA4405" w:rsidP="00D24610">
            <w:pPr>
              <w:spacing w:after="0"/>
              <w:ind w:left="56"/>
              <w:jc w:val="both"/>
              <w:rPr>
                <w:rFonts w:ascii="Times New Roman" w:hAnsi="Times New Roman"/>
              </w:rPr>
            </w:pPr>
          </w:p>
          <w:p w14:paraId="45D65AAC" w14:textId="29B8FA35" w:rsidR="00777E91" w:rsidRPr="00FA4405" w:rsidRDefault="009755E1" w:rsidP="00D24610">
            <w:pPr>
              <w:spacing w:after="0"/>
              <w:ind w:left="56"/>
              <w:jc w:val="both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 xml:space="preserve">Barbaro B., </w:t>
            </w:r>
            <w:r w:rsidRPr="00FA4405">
              <w:rPr>
                <w:rFonts w:ascii="Times New Roman" w:hAnsi="Times New Roman"/>
                <w:i/>
                <w:iCs/>
              </w:rPr>
              <w:t>Wprowadzenie do systemowego rozumienia rodziny</w:t>
            </w:r>
            <w:r w:rsidRPr="00FA4405">
              <w:rPr>
                <w:rFonts w:ascii="Times New Roman" w:hAnsi="Times New Roman"/>
              </w:rPr>
              <w:t>, Wyd. UJ,  Kraków 2006.</w:t>
            </w:r>
          </w:p>
          <w:p w14:paraId="1EBDAF60" w14:textId="77777777" w:rsidR="00777E91" w:rsidRPr="00FA4405" w:rsidRDefault="00777E91" w:rsidP="00D24610">
            <w:pPr>
              <w:spacing w:after="0"/>
              <w:ind w:left="56"/>
              <w:jc w:val="both"/>
              <w:rPr>
                <w:rStyle w:val="apple-converted-space"/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  <w:color w:val="000000"/>
                <w:shd w:val="clear" w:color="auto" w:fill="FFFFFF"/>
              </w:rPr>
              <w:t>Gruca-</w:t>
            </w:r>
            <w:proofErr w:type="spellStart"/>
            <w:r w:rsidRPr="00FA4405">
              <w:rPr>
                <w:rFonts w:ascii="Times New Roman" w:hAnsi="Times New Roman"/>
                <w:color w:val="000000"/>
                <w:shd w:val="clear" w:color="auto" w:fill="FFFFFF"/>
              </w:rPr>
              <w:t>Miąsik</w:t>
            </w:r>
            <w:proofErr w:type="spellEnd"/>
            <w:r w:rsidRPr="00FA4405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U., (red.) </w:t>
            </w:r>
            <w:r w:rsidRPr="00FA4405">
              <w:rPr>
                <w:rFonts w:ascii="Times New Roman" w:hAnsi="Times New Roman"/>
                <w:i/>
                <w:iCs/>
                <w:color w:val="000000"/>
                <w:shd w:val="clear" w:color="auto" w:fill="FFFFFF"/>
              </w:rPr>
              <w:t>Opieka jako kategoria wychowawcza. Metody i formy stymulowania dzieci i młodzieży w rodzinie i środowisku lokalnym</w:t>
            </w:r>
            <w:r w:rsidRPr="00FA4405">
              <w:rPr>
                <w:rFonts w:ascii="Times New Roman" w:hAnsi="Times New Roman"/>
                <w:color w:val="000000"/>
                <w:shd w:val="clear" w:color="auto" w:fill="FFFFFF"/>
              </w:rPr>
              <w:t>, Wyd. UR, Rzeszów, 2016.</w:t>
            </w:r>
            <w:r w:rsidRPr="00FA4405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 </w:t>
            </w:r>
          </w:p>
          <w:p w14:paraId="39565C59" w14:textId="7155A5F8" w:rsidR="00777E91" w:rsidRPr="00FA4405" w:rsidRDefault="00777E91" w:rsidP="00D24610">
            <w:pPr>
              <w:spacing w:after="0"/>
              <w:ind w:left="56"/>
              <w:jc w:val="both"/>
              <w:rPr>
                <w:rFonts w:ascii="Times New Roman" w:hAnsi="Times New Roman"/>
              </w:rPr>
            </w:pPr>
            <w:proofErr w:type="spellStart"/>
            <w:r w:rsidRPr="00FA4405">
              <w:rPr>
                <w:rFonts w:ascii="Times New Roman" w:hAnsi="Times New Roman"/>
              </w:rPr>
              <w:t>Krasiejko</w:t>
            </w:r>
            <w:proofErr w:type="spellEnd"/>
            <w:r w:rsidRPr="00FA4405">
              <w:rPr>
                <w:rFonts w:ascii="Times New Roman" w:hAnsi="Times New Roman"/>
              </w:rPr>
              <w:t xml:space="preserve"> I., </w:t>
            </w:r>
            <w:r w:rsidRPr="00FA4405">
              <w:rPr>
                <w:rFonts w:ascii="Times New Roman" w:hAnsi="Times New Roman"/>
                <w:i/>
              </w:rPr>
              <w:t>Metodyka działania asystenta rodziny. Podejście skoncentrowane na rozwiązaniach w pracy socjalnej</w:t>
            </w:r>
            <w:r w:rsidRPr="00FA4405">
              <w:rPr>
                <w:rFonts w:ascii="Times New Roman" w:hAnsi="Times New Roman"/>
              </w:rPr>
              <w:t xml:space="preserve">, </w:t>
            </w:r>
            <w:r w:rsidR="009755E1" w:rsidRPr="00FA4405">
              <w:rPr>
                <w:rFonts w:ascii="Times New Roman" w:hAnsi="Times New Roman"/>
              </w:rPr>
              <w:t xml:space="preserve">Wyd. „Śląsk”, </w:t>
            </w:r>
            <w:r w:rsidRPr="00FA4405">
              <w:rPr>
                <w:rFonts w:ascii="Times New Roman" w:hAnsi="Times New Roman"/>
              </w:rPr>
              <w:t>Katowice 2010.</w:t>
            </w:r>
          </w:p>
          <w:p w14:paraId="4B46E9D9" w14:textId="0B803C64" w:rsidR="00C042BA" w:rsidRPr="00FA4405" w:rsidRDefault="00777E91" w:rsidP="00D24610">
            <w:pPr>
              <w:pStyle w:val="Standard"/>
              <w:spacing w:line="276" w:lineRule="auto"/>
              <w:ind w:left="56"/>
              <w:rPr>
                <w:rFonts w:eastAsia="TimesNewRomanPSMT" w:cs="Times New Roman"/>
                <w:sz w:val="22"/>
                <w:szCs w:val="22"/>
              </w:rPr>
            </w:pPr>
            <w:r w:rsidRPr="00FA4405">
              <w:rPr>
                <w:rFonts w:cs="Times New Roman"/>
                <w:sz w:val="22"/>
                <w:szCs w:val="22"/>
              </w:rPr>
              <w:t xml:space="preserve">Liszcz K., </w:t>
            </w:r>
            <w:r w:rsidRPr="00FA4405">
              <w:rPr>
                <w:rFonts w:cs="Times New Roman"/>
                <w:i/>
                <w:sz w:val="22"/>
                <w:szCs w:val="22"/>
              </w:rPr>
              <w:t>Dziecko z FAS w szkole i w domu</w:t>
            </w:r>
            <w:r w:rsidRPr="00FA4405">
              <w:rPr>
                <w:rFonts w:cs="Times New Roman"/>
                <w:sz w:val="22"/>
                <w:szCs w:val="22"/>
              </w:rPr>
              <w:t xml:space="preserve">, </w:t>
            </w:r>
            <w:r w:rsidR="008A03C6" w:rsidRPr="00FA4405">
              <w:rPr>
                <w:rFonts w:cs="Times New Roman"/>
                <w:sz w:val="22"/>
                <w:szCs w:val="22"/>
              </w:rPr>
              <w:t>Wyd. „Rubikon”</w:t>
            </w:r>
            <w:r w:rsidR="00800C4D" w:rsidRPr="00FA4405">
              <w:rPr>
                <w:rFonts w:cs="Times New Roman"/>
                <w:sz w:val="22"/>
                <w:szCs w:val="22"/>
              </w:rPr>
              <w:t xml:space="preserve">, </w:t>
            </w:r>
            <w:r w:rsidRPr="00FA4405">
              <w:rPr>
                <w:rFonts w:cs="Times New Roman"/>
                <w:sz w:val="22"/>
                <w:szCs w:val="22"/>
              </w:rPr>
              <w:t>Kraków 2011.</w:t>
            </w:r>
            <w:r w:rsidR="00C042BA" w:rsidRPr="00FA4405">
              <w:rPr>
                <w:rFonts w:eastAsia="TimesNewRomanPSMT" w:cs="Times New Roman"/>
                <w:sz w:val="22"/>
                <w:szCs w:val="22"/>
              </w:rPr>
              <w:t xml:space="preserve"> </w:t>
            </w:r>
          </w:p>
          <w:p w14:paraId="3280D109" w14:textId="5DCCD63B" w:rsidR="0085747A" w:rsidRPr="00FA4405" w:rsidRDefault="008A03C6" w:rsidP="00D24610">
            <w:pPr>
              <w:spacing w:after="0"/>
              <w:ind w:left="56"/>
              <w:jc w:val="both"/>
              <w:rPr>
                <w:rFonts w:ascii="Times New Roman" w:hAnsi="Times New Roman"/>
              </w:rPr>
            </w:pPr>
            <w:r w:rsidRPr="00FA4405">
              <w:rPr>
                <w:rFonts w:ascii="Times New Roman" w:hAnsi="Times New Roman"/>
              </w:rPr>
              <w:t xml:space="preserve">Seweryńska M., </w:t>
            </w:r>
            <w:r w:rsidRPr="00FA4405">
              <w:rPr>
                <w:rFonts w:ascii="Times New Roman" w:hAnsi="Times New Roman"/>
                <w:i/>
              </w:rPr>
              <w:t>Uczeń z rodziny dysfunkcyjnej</w:t>
            </w:r>
            <w:r w:rsidRPr="00FA4405">
              <w:rPr>
                <w:rFonts w:ascii="Times New Roman" w:hAnsi="Times New Roman"/>
              </w:rPr>
              <w:t>, WS i P, Warszawa 2004.</w:t>
            </w:r>
          </w:p>
        </w:tc>
      </w:tr>
    </w:tbl>
    <w:p w14:paraId="3BB27E8B" w14:textId="77777777" w:rsidR="0085747A" w:rsidRPr="00FA4405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49AD6460" w14:textId="77777777" w:rsidR="0085747A" w:rsidRPr="00FA4405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1BF09477" w14:textId="56653B7D" w:rsidR="0085747A" w:rsidRPr="00FA4405" w:rsidRDefault="0085747A" w:rsidP="00F83B28">
      <w:pPr>
        <w:pStyle w:val="Punktygwne"/>
        <w:spacing w:before="0" w:after="0"/>
        <w:ind w:left="360"/>
        <w:rPr>
          <w:smallCaps w:val="0"/>
          <w:sz w:val="22"/>
        </w:rPr>
      </w:pPr>
      <w:r w:rsidRPr="00FA4405">
        <w:rPr>
          <w:smallCaps w:val="0"/>
          <w:sz w:val="22"/>
        </w:rPr>
        <w:t>Akceptacja Kierownika Jednostki lub osoby upoważnionej</w:t>
      </w:r>
    </w:p>
    <w:p w14:paraId="04A81FE7" w14:textId="40DC8D33" w:rsidR="00777E91" w:rsidRPr="00FA4405" w:rsidRDefault="00777E91" w:rsidP="00F83B28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sectPr w:rsidR="00777E91" w:rsidRPr="00FA440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86B892" w14:textId="77777777" w:rsidR="00F31903" w:rsidRDefault="00F31903" w:rsidP="00C16ABF">
      <w:pPr>
        <w:spacing w:after="0" w:line="240" w:lineRule="auto"/>
      </w:pPr>
      <w:r>
        <w:separator/>
      </w:r>
    </w:p>
  </w:endnote>
  <w:endnote w:type="continuationSeparator" w:id="0">
    <w:p w14:paraId="4CB33729" w14:textId="77777777" w:rsidR="00F31903" w:rsidRDefault="00F319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altName w:val="Arial Unicode MS"/>
    <w:charset w:val="00"/>
    <w:family w:val="roman"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1D56C" w14:textId="77777777" w:rsidR="00F31903" w:rsidRDefault="00F31903" w:rsidP="00C16ABF">
      <w:pPr>
        <w:spacing w:after="0" w:line="240" w:lineRule="auto"/>
      </w:pPr>
      <w:r>
        <w:separator/>
      </w:r>
    </w:p>
  </w:footnote>
  <w:footnote w:type="continuationSeparator" w:id="0">
    <w:p w14:paraId="14925F54" w14:textId="77777777" w:rsidR="00F31903" w:rsidRDefault="00F31903" w:rsidP="00C16ABF">
      <w:pPr>
        <w:spacing w:after="0" w:line="240" w:lineRule="auto"/>
      </w:pPr>
      <w:r>
        <w:continuationSeparator/>
      </w:r>
    </w:p>
  </w:footnote>
  <w:footnote w:id="1">
    <w:p w14:paraId="57802A4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3D6E"/>
    <w:multiLevelType w:val="hybridMultilevel"/>
    <w:tmpl w:val="DB1C4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F66561"/>
    <w:multiLevelType w:val="hybridMultilevel"/>
    <w:tmpl w:val="900A5C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A7872B1"/>
    <w:multiLevelType w:val="hybridMultilevel"/>
    <w:tmpl w:val="66460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234F"/>
    <w:rsid w:val="00034E08"/>
    <w:rsid w:val="00042A51"/>
    <w:rsid w:val="00042D2E"/>
    <w:rsid w:val="00044C82"/>
    <w:rsid w:val="00060060"/>
    <w:rsid w:val="000601B5"/>
    <w:rsid w:val="00061F2F"/>
    <w:rsid w:val="00070ED6"/>
    <w:rsid w:val="000742DC"/>
    <w:rsid w:val="00074AF3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3AA"/>
    <w:rsid w:val="000B3E37"/>
    <w:rsid w:val="000D04B0"/>
    <w:rsid w:val="000F1C57"/>
    <w:rsid w:val="000F5615"/>
    <w:rsid w:val="00112758"/>
    <w:rsid w:val="0012061F"/>
    <w:rsid w:val="00124BFF"/>
    <w:rsid w:val="0012560E"/>
    <w:rsid w:val="00127108"/>
    <w:rsid w:val="00133F4D"/>
    <w:rsid w:val="00134B13"/>
    <w:rsid w:val="00146BC0"/>
    <w:rsid w:val="00147412"/>
    <w:rsid w:val="00153C41"/>
    <w:rsid w:val="0015436B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87886"/>
    <w:rsid w:val="00192F37"/>
    <w:rsid w:val="00193629"/>
    <w:rsid w:val="001A70D2"/>
    <w:rsid w:val="001B670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B24"/>
    <w:rsid w:val="002C1F06"/>
    <w:rsid w:val="002D3375"/>
    <w:rsid w:val="002D73D4"/>
    <w:rsid w:val="002E22E2"/>
    <w:rsid w:val="002F02A3"/>
    <w:rsid w:val="002F4ABE"/>
    <w:rsid w:val="003013F0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274"/>
    <w:rsid w:val="00384F20"/>
    <w:rsid w:val="003A0A5B"/>
    <w:rsid w:val="003A1176"/>
    <w:rsid w:val="003B3053"/>
    <w:rsid w:val="003B638D"/>
    <w:rsid w:val="003C0BAE"/>
    <w:rsid w:val="003D18A9"/>
    <w:rsid w:val="003D6CE2"/>
    <w:rsid w:val="003E1941"/>
    <w:rsid w:val="003E2FE6"/>
    <w:rsid w:val="003E49D5"/>
    <w:rsid w:val="003F38C0"/>
    <w:rsid w:val="00403819"/>
    <w:rsid w:val="00414313"/>
    <w:rsid w:val="00414E3C"/>
    <w:rsid w:val="0042244A"/>
    <w:rsid w:val="00425FCB"/>
    <w:rsid w:val="0042745A"/>
    <w:rsid w:val="00427B28"/>
    <w:rsid w:val="00431D5C"/>
    <w:rsid w:val="004362C6"/>
    <w:rsid w:val="0043704A"/>
    <w:rsid w:val="00437FA2"/>
    <w:rsid w:val="004400B8"/>
    <w:rsid w:val="00445970"/>
    <w:rsid w:val="0045729E"/>
    <w:rsid w:val="00461EFC"/>
    <w:rsid w:val="004652C2"/>
    <w:rsid w:val="0046693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36B"/>
    <w:rsid w:val="004D3241"/>
    <w:rsid w:val="004D5282"/>
    <w:rsid w:val="004E3E21"/>
    <w:rsid w:val="004F1551"/>
    <w:rsid w:val="004F55A3"/>
    <w:rsid w:val="0050496F"/>
    <w:rsid w:val="0051150A"/>
    <w:rsid w:val="00513B6F"/>
    <w:rsid w:val="00517C63"/>
    <w:rsid w:val="00523487"/>
    <w:rsid w:val="00526C94"/>
    <w:rsid w:val="0053458D"/>
    <w:rsid w:val="005363C4"/>
    <w:rsid w:val="00536BDE"/>
    <w:rsid w:val="00543ACC"/>
    <w:rsid w:val="00550540"/>
    <w:rsid w:val="0055674A"/>
    <w:rsid w:val="0056696D"/>
    <w:rsid w:val="005738AE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B05"/>
    <w:rsid w:val="00627FC9"/>
    <w:rsid w:val="00647FA8"/>
    <w:rsid w:val="00650C5F"/>
    <w:rsid w:val="00654934"/>
    <w:rsid w:val="006558EF"/>
    <w:rsid w:val="006620D9"/>
    <w:rsid w:val="00671958"/>
    <w:rsid w:val="00675843"/>
    <w:rsid w:val="00685D89"/>
    <w:rsid w:val="00696477"/>
    <w:rsid w:val="006B6B58"/>
    <w:rsid w:val="006C3722"/>
    <w:rsid w:val="006C54AB"/>
    <w:rsid w:val="006D050F"/>
    <w:rsid w:val="006D6139"/>
    <w:rsid w:val="006E4BCB"/>
    <w:rsid w:val="006E5D65"/>
    <w:rsid w:val="006F1282"/>
    <w:rsid w:val="006F1FBC"/>
    <w:rsid w:val="006F31E2"/>
    <w:rsid w:val="00701BC1"/>
    <w:rsid w:val="00702E55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77E91"/>
    <w:rsid w:val="00780449"/>
    <w:rsid w:val="0078168C"/>
    <w:rsid w:val="007851A7"/>
    <w:rsid w:val="007857E9"/>
    <w:rsid w:val="00787C2A"/>
    <w:rsid w:val="00790E27"/>
    <w:rsid w:val="0079133B"/>
    <w:rsid w:val="00793B09"/>
    <w:rsid w:val="007A4022"/>
    <w:rsid w:val="007A6E6E"/>
    <w:rsid w:val="007C3299"/>
    <w:rsid w:val="007C3BCC"/>
    <w:rsid w:val="007C4546"/>
    <w:rsid w:val="007D6E56"/>
    <w:rsid w:val="007F1652"/>
    <w:rsid w:val="007F4155"/>
    <w:rsid w:val="00800C4D"/>
    <w:rsid w:val="0080379F"/>
    <w:rsid w:val="0081554D"/>
    <w:rsid w:val="0081707E"/>
    <w:rsid w:val="0082051A"/>
    <w:rsid w:val="008449B3"/>
    <w:rsid w:val="0085747A"/>
    <w:rsid w:val="0087126A"/>
    <w:rsid w:val="00884922"/>
    <w:rsid w:val="00885F64"/>
    <w:rsid w:val="008917F9"/>
    <w:rsid w:val="008A03C6"/>
    <w:rsid w:val="008A45F7"/>
    <w:rsid w:val="008A6CD6"/>
    <w:rsid w:val="008B43D7"/>
    <w:rsid w:val="008C0CC0"/>
    <w:rsid w:val="008C19A9"/>
    <w:rsid w:val="008C379D"/>
    <w:rsid w:val="008C5147"/>
    <w:rsid w:val="008C5359"/>
    <w:rsid w:val="008C5363"/>
    <w:rsid w:val="008C7408"/>
    <w:rsid w:val="008D3DFB"/>
    <w:rsid w:val="008D72C4"/>
    <w:rsid w:val="008E64F4"/>
    <w:rsid w:val="008F12C9"/>
    <w:rsid w:val="008F6E29"/>
    <w:rsid w:val="00916188"/>
    <w:rsid w:val="0091630B"/>
    <w:rsid w:val="00923D7D"/>
    <w:rsid w:val="00945B08"/>
    <w:rsid w:val="009508DF"/>
    <w:rsid w:val="00950DAC"/>
    <w:rsid w:val="00954A07"/>
    <w:rsid w:val="00956799"/>
    <w:rsid w:val="00960EAC"/>
    <w:rsid w:val="009658E0"/>
    <w:rsid w:val="009755E1"/>
    <w:rsid w:val="00981ABE"/>
    <w:rsid w:val="00997F14"/>
    <w:rsid w:val="009A78CD"/>
    <w:rsid w:val="009A78D9"/>
    <w:rsid w:val="009C1331"/>
    <w:rsid w:val="009C3E31"/>
    <w:rsid w:val="009C54AE"/>
    <w:rsid w:val="009C788E"/>
    <w:rsid w:val="009E3B41"/>
    <w:rsid w:val="009F16B0"/>
    <w:rsid w:val="009F3C5C"/>
    <w:rsid w:val="009F4610"/>
    <w:rsid w:val="00A00ECC"/>
    <w:rsid w:val="00A155EE"/>
    <w:rsid w:val="00A208BF"/>
    <w:rsid w:val="00A220D2"/>
    <w:rsid w:val="00A2245B"/>
    <w:rsid w:val="00A30110"/>
    <w:rsid w:val="00A36899"/>
    <w:rsid w:val="00A371F6"/>
    <w:rsid w:val="00A43BF6"/>
    <w:rsid w:val="00A53FA5"/>
    <w:rsid w:val="00A54817"/>
    <w:rsid w:val="00A54E54"/>
    <w:rsid w:val="00A601C8"/>
    <w:rsid w:val="00A60799"/>
    <w:rsid w:val="00A7732B"/>
    <w:rsid w:val="00A84C85"/>
    <w:rsid w:val="00A97DE1"/>
    <w:rsid w:val="00AA4955"/>
    <w:rsid w:val="00AB053C"/>
    <w:rsid w:val="00AB1691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3D7E"/>
    <w:rsid w:val="00B06142"/>
    <w:rsid w:val="00B135B1"/>
    <w:rsid w:val="00B3130B"/>
    <w:rsid w:val="00B400BD"/>
    <w:rsid w:val="00B40ADB"/>
    <w:rsid w:val="00B43B77"/>
    <w:rsid w:val="00B43E80"/>
    <w:rsid w:val="00B44284"/>
    <w:rsid w:val="00B607DB"/>
    <w:rsid w:val="00B66529"/>
    <w:rsid w:val="00B75946"/>
    <w:rsid w:val="00B8056E"/>
    <w:rsid w:val="00B813C2"/>
    <w:rsid w:val="00B819C8"/>
    <w:rsid w:val="00B822DD"/>
    <w:rsid w:val="00B82308"/>
    <w:rsid w:val="00B83BD8"/>
    <w:rsid w:val="00B90885"/>
    <w:rsid w:val="00BA0A36"/>
    <w:rsid w:val="00BB520A"/>
    <w:rsid w:val="00BD3869"/>
    <w:rsid w:val="00BD5742"/>
    <w:rsid w:val="00BD66E9"/>
    <w:rsid w:val="00BD6FF4"/>
    <w:rsid w:val="00BE0655"/>
    <w:rsid w:val="00BE6880"/>
    <w:rsid w:val="00BF2C41"/>
    <w:rsid w:val="00C02162"/>
    <w:rsid w:val="00C042BA"/>
    <w:rsid w:val="00C058B4"/>
    <w:rsid w:val="00C05F44"/>
    <w:rsid w:val="00C131B5"/>
    <w:rsid w:val="00C16ABF"/>
    <w:rsid w:val="00C170AE"/>
    <w:rsid w:val="00C26CB7"/>
    <w:rsid w:val="00C324C1"/>
    <w:rsid w:val="00C34D0A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B439E"/>
    <w:rsid w:val="00CD6897"/>
    <w:rsid w:val="00CE5BAC"/>
    <w:rsid w:val="00CE653F"/>
    <w:rsid w:val="00CF25BE"/>
    <w:rsid w:val="00CF62F7"/>
    <w:rsid w:val="00CF78ED"/>
    <w:rsid w:val="00D02B25"/>
    <w:rsid w:val="00D02EBA"/>
    <w:rsid w:val="00D17C3C"/>
    <w:rsid w:val="00D24610"/>
    <w:rsid w:val="00D26B2C"/>
    <w:rsid w:val="00D31F50"/>
    <w:rsid w:val="00D341E5"/>
    <w:rsid w:val="00D352C9"/>
    <w:rsid w:val="00D35DE2"/>
    <w:rsid w:val="00D425B2"/>
    <w:rsid w:val="00D428D6"/>
    <w:rsid w:val="00D552B2"/>
    <w:rsid w:val="00D5701B"/>
    <w:rsid w:val="00D608D1"/>
    <w:rsid w:val="00D737CF"/>
    <w:rsid w:val="00D74119"/>
    <w:rsid w:val="00D8038E"/>
    <w:rsid w:val="00D8075B"/>
    <w:rsid w:val="00D8678B"/>
    <w:rsid w:val="00DA2114"/>
    <w:rsid w:val="00DA4EBE"/>
    <w:rsid w:val="00DA7153"/>
    <w:rsid w:val="00DE09C0"/>
    <w:rsid w:val="00DE4A14"/>
    <w:rsid w:val="00DF320D"/>
    <w:rsid w:val="00DF71C8"/>
    <w:rsid w:val="00DF75C6"/>
    <w:rsid w:val="00E129B8"/>
    <w:rsid w:val="00E21E7D"/>
    <w:rsid w:val="00E22FBC"/>
    <w:rsid w:val="00E24BF5"/>
    <w:rsid w:val="00E25338"/>
    <w:rsid w:val="00E268B1"/>
    <w:rsid w:val="00E271C2"/>
    <w:rsid w:val="00E4363B"/>
    <w:rsid w:val="00E51E44"/>
    <w:rsid w:val="00E6146F"/>
    <w:rsid w:val="00E63348"/>
    <w:rsid w:val="00E67C9A"/>
    <w:rsid w:val="00E77E88"/>
    <w:rsid w:val="00E8107D"/>
    <w:rsid w:val="00E83B58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5457"/>
    <w:rsid w:val="00F070AB"/>
    <w:rsid w:val="00F17567"/>
    <w:rsid w:val="00F27A7B"/>
    <w:rsid w:val="00F31903"/>
    <w:rsid w:val="00F35082"/>
    <w:rsid w:val="00F526AF"/>
    <w:rsid w:val="00F617C3"/>
    <w:rsid w:val="00F7066B"/>
    <w:rsid w:val="00F76848"/>
    <w:rsid w:val="00F83B28"/>
    <w:rsid w:val="00F8799F"/>
    <w:rsid w:val="00FA4405"/>
    <w:rsid w:val="00FA46E5"/>
    <w:rsid w:val="00FB759F"/>
    <w:rsid w:val="00FB7DBA"/>
    <w:rsid w:val="00FC1C25"/>
    <w:rsid w:val="00FC3F45"/>
    <w:rsid w:val="00FD0A53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D264D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777E91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rsid w:val="00777E9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6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6B0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6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E6E26-E206-49B5-B09F-A2E733EF1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1094</Words>
  <Characters>6569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2021-01-11T14:13:00Z</dcterms:created>
  <dcterms:modified xsi:type="dcterms:W3CDTF">2021-01-11T14:13:00Z</dcterms:modified>
</cp:coreProperties>
</file>